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7AEA5" w14:textId="237C5FC3" w:rsidR="00CB5B50" w:rsidRPr="002A4EB4" w:rsidRDefault="00CB5B50" w:rsidP="00CB5B50">
      <w:pPr>
        <w:pStyle w:val="Geenafstand"/>
        <w:tabs>
          <w:tab w:val="left" w:pos="1134"/>
        </w:tabs>
        <w:rPr>
          <w:b/>
          <w:bCs/>
          <w:u w:val="single"/>
        </w:rPr>
      </w:pPr>
      <w:r w:rsidRPr="00CB5B50">
        <w:rPr>
          <w:b/>
          <w:bCs/>
          <w:u w:val="single"/>
        </w:rPr>
        <w:t xml:space="preserve">Bijlage </w:t>
      </w:r>
      <w:r w:rsidRPr="00CB5B50">
        <w:rPr>
          <w:b/>
          <w:bCs/>
          <w:u w:val="single"/>
        </w:rPr>
        <w:t>11</w:t>
      </w:r>
      <w:r w:rsidRPr="00CB5B50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A</w:t>
      </w:r>
      <w:r w:rsidRPr="00CB5B50">
        <w:rPr>
          <w:b/>
          <w:bCs/>
          <w:u w:val="single"/>
        </w:rPr>
        <w:t xml:space="preserve">ttest </w:t>
      </w:r>
      <w:proofErr w:type="spellStart"/>
      <w:r w:rsidRPr="00CB5B50">
        <w:rPr>
          <w:b/>
          <w:bCs/>
          <w:u w:val="single"/>
        </w:rPr>
        <w:t>plaatsbezoek</w:t>
      </w:r>
      <w:proofErr w:type="spellEnd"/>
    </w:p>
    <w:tbl>
      <w:tblPr>
        <w:tblStyle w:val="Tabelraster"/>
        <w:tblW w:w="9060" w:type="dxa"/>
        <w:tblLook w:val="04A0" w:firstRow="1" w:lastRow="0" w:firstColumn="1" w:lastColumn="0" w:noHBand="0" w:noVBand="1"/>
      </w:tblPr>
      <w:tblGrid>
        <w:gridCol w:w="9060"/>
      </w:tblGrid>
      <w:tr w:rsidR="00CB5B50" w14:paraId="1A190F41" w14:textId="77777777" w:rsidTr="00EB44C0">
        <w:tc>
          <w:tcPr>
            <w:tcW w:w="9060" w:type="dxa"/>
          </w:tcPr>
          <w:p w14:paraId="4E33AD3B" w14:textId="77777777" w:rsidR="00CB5B50" w:rsidRPr="00540974" w:rsidRDefault="00CB5B50" w:rsidP="00EB44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Black" w:hAnsi="Arial Black"/>
                <w:b/>
                <w:bCs/>
                <w:color w:val="F52654" w:themeColor="accent2"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color w:val="F52654" w:themeColor="accent2"/>
                <w:sz w:val="32"/>
                <w:szCs w:val="32"/>
              </w:rPr>
              <w:t>Bestek</w:t>
            </w:r>
          </w:p>
          <w:p w14:paraId="2F89A09A" w14:textId="77777777" w:rsidR="00CB5B50" w:rsidRPr="00540974" w:rsidRDefault="00CB5B50" w:rsidP="00EB44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Black" w:hAnsi="Arial Black"/>
                <w:b/>
                <w:bCs/>
                <w:color w:val="5019BE" w:themeColor="accent1"/>
                <w:sz w:val="40"/>
                <w:szCs w:val="40"/>
              </w:rPr>
            </w:pPr>
            <w:r w:rsidRPr="00540974">
              <w:rPr>
                <w:rFonts w:ascii="Arial Black" w:hAnsi="Arial Black"/>
                <w:b/>
                <w:bCs/>
                <w:color w:val="5019BE" w:themeColor="accent1"/>
                <w:sz w:val="40"/>
                <w:szCs w:val="40"/>
              </w:rPr>
              <w:t>Overheidsopdracht voor werken</w:t>
            </w:r>
          </w:p>
          <w:p w14:paraId="4DE30A90" w14:textId="77777777" w:rsidR="00CB5B50" w:rsidRPr="00920B0D" w:rsidRDefault="00CB5B50" w:rsidP="00EB44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sz w:val="40"/>
                <w:szCs w:val="40"/>
              </w:rPr>
            </w:pPr>
          </w:p>
        </w:tc>
      </w:tr>
      <w:tr w:rsidR="00CB5B50" w14:paraId="48AF4A5A" w14:textId="77777777" w:rsidTr="00EB44C0">
        <w:tc>
          <w:tcPr>
            <w:tcW w:w="9060" w:type="dxa"/>
          </w:tcPr>
          <w:p w14:paraId="4E6AFB64" w14:textId="77777777" w:rsidR="00CB5B50" w:rsidRDefault="00CB5B50" w:rsidP="00EB44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F52654" w:themeColor="accent2"/>
                <w:sz w:val="32"/>
                <w:szCs w:val="32"/>
              </w:rPr>
            </w:pPr>
          </w:p>
          <w:p w14:paraId="793B0FCE" w14:textId="77777777" w:rsidR="00CB5B50" w:rsidRPr="00540974" w:rsidRDefault="00CB5B50" w:rsidP="00EB44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>
              <w:rPr>
                <w:b/>
                <w:bCs/>
                <w:color w:val="000000" w:themeColor="text2"/>
                <w:sz w:val="32"/>
                <w:szCs w:val="32"/>
              </w:rPr>
              <w:t>2024/12</w:t>
            </w:r>
            <w:r w:rsidRPr="00540974">
              <w:rPr>
                <w:b/>
                <w:bCs/>
                <w:color w:val="000000" w:themeColor="text2"/>
                <w:sz w:val="32"/>
                <w:szCs w:val="32"/>
              </w:rPr>
              <w:t xml:space="preserve"> – </w:t>
            </w:r>
            <w:r>
              <w:rPr>
                <w:b/>
                <w:bCs/>
                <w:color w:val="000000" w:themeColor="text2"/>
                <w:sz w:val="32"/>
                <w:szCs w:val="32"/>
              </w:rPr>
              <w:t>DOKALG: uitvoering bodemsaneringswerken asbest Koopvaardijlaan, 9000 Gent</w:t>
            </w:r>
          </w:p>
          <w:p w14:paraId="6B236A3B" w14:textId="77777777" w:rsidR="00CB5B50" w:rsidRDefault="00CB5B50" w:rsidP="00CB5B50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14:paraId="3253AA3D" w14:textId="77777777" w:rsidR="00CB5B50" w:rsidRDefault="00CB5B50" w:rsidP="00CB5B50">
      <w:pPr>
        <w:overflowPunct/>
        <w:autoSpaceDE/>
        <w:autoSpaceDN/>
        <w:adjustRightInd/>
        <w:jc w:val="center"/>
        <w:textAlignment w:val="auto"/>
      </w:pPr>
    </w:p>
    <w:p w14:paraId="541BAFBB" w14:textId="77777777" w:rsidR="00CB5B50" w:rsidRDefault="00CB5B50" w:rsidP="00CB5B50">
      <w:pPr>
        <w:overflowPunct/>
        <w:autoSpaceDE/>
        <w:autoSpaceDN/>
        <w:adjustRightInd/>
        <w:jc w:val="center"/>
        <w:textAlignment w:val="auto"/>
      </w:pPr>
    </w:p>
    <w:p w14:paraId="4BB17E5F" w14:textId="547B887E" w:rsidR="00CB5B50" w:rsidRDefault="00CB5B50" w:rsidP="00CB5B50">
      <w:pPr>
        <w:pStyle w:val="Inhoud"/>
      </w:pPr>
      <w:r>
        <w:t xml:space="preserve">Ik, ondergetekende, </w:t>
      </w:r>
      <w:r>
        <w:t xml:space="preserve">Agnieszka Zajac, </w:t>
      </w:r>
      <w:r>
        <w:t>projectverantwoordelijke van sogent, verklaar dat</w:t>
      </w:r>
      <w:r>
        <w:t xml:space="preserve">, </w:t>
      </w:r>
    </w:p>
    <w:p w14:paraId="2AA25D6B" w14:textId="77777777" w:rsidR="00CB5B50" w:rsidRDefault="00CB5B50" w:rsidP="00CB5B50">
      <w:pPr>
        <w:pStyle w:val="Inhoud"/>
      </w:pPr>
    </w:p>
    <w:p w14:paraId="7349EABC" w14:textId="77777777" w:rsidR="00CB5B50" w:rsidRDefault="00CB5B50" w:rsidP="00CB5B50">
      <w:pPr>
        <w:pStyle w:val="Inhoud"/>
      </w:pPr>
      <w:r>
        <w:t>……………………………………………………………………………………………………………</w:t>
      </w:r>
    </w:p>
    <w:p w14:paraId="75BE602C" w14:textId="595B6491" w:rsidR="00CB5B50" w:rsidRDefault="00CB5B50" w:rsidP="00CB5B50">
      <w:pPr>
        <w:pStyle w:val="Inhoud"/>
      </w:pPr>
      <w:r>
        <w:t>vertegenwoordiger van de firma</w:t>
      </w:r>
      <w:r>
        <w:t xml:space="preserve">: </w:t>
      </w:r>
    </w:p>
    <w:p w14:paraId="75BF2189" w14:textId="31E693BC" w:rsidR="00CB5B50" w:rsidRDefault="00CB5B50" w:rsidP="00CB5B50">
      <w:pPr>
        <w:pStyle w:val="Inhoud"/>
      </w:pPr>
      <w:r>
        <w:t>……………...………….…………………………………………..</w:t>
      </w:r>
    </w:p>
    <w:p w14:paraId="40766CB2" w14:textId="77777777" w:rsidR="00CB5B50" w:rsidRDefault="00CB5B50" w:rsidP="00CB5B50">
      <w:pPr>
        <w:pStyle w:val="Inhoud"/>
      </w:pPr>
      <w:r>
        <w:t xml:space="preserve">op (datum)………………………………................................. het </w:t>
      </w:r>
      <w:proofErr w:type="spellStart"/>
      <w:r>
        <w:t>plaatsbezoek</w:t>
      </w:r>
      <w:proofErr w:type="spellEnd"/>
      <w:r>
        <w:t xml:space="preserve"> heeft afgelegd.</w:t>
      </w:r>
    </w:p>
    <w:p w14:paraId="1A34C01C" w14:textId="77777777" w:rsidR="00CB5B50" w:rsidRDefault="00CB5B50" w:rsidP="00CB5B50">
      <w:pPr>
        <w:pStyle w:val="Inhoud"/>
      </w:pPr>
    </w:p>
    <w:p w14:paraId="74BAA4AC" w14:textId="77777777" w:rsidR="00CB5B50" w:rsidRDefault="00CB5B50" w:rsidP="00CB5B50">
      <w:pPr>
        <w:pStyle w:val="Inhoud"/>
      </w:pPr>
    </w:p>
    <w:p w14:paraId="374C44A9" w14:textId="77777777" w:rsidR="00CB5B50" w:rsidRDefault="00CB5B50" w:rsidP="00CB5B50">
      <w:pPr>
        <w:pStyle w:val="Inhoud"/>
      </w:pPr>
      <w:r>
        <w:t>Ondertekening:</w:t>
      </w:r>
    </w:p>
    <w:p w14:paraId="03F2C9B6" w14:textId="77777777" w:rsidR="00CB5B50" w:rsidRDefault="00CB5B50" w:rsidP="00CB5B50">
      <w:pPr>
        <w:pStyle w:val="Inhoud"/>
      </w:pPr>
      <w:r>
        <w:t>Voor de inschrijver,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Voor sogent,</w:t>
      </w:r>
    </w:p>
    <w:p w14:paraId="3536CF51" w14:textId="77777777" w:rsidR="00CB5B50" w:rsidRDefault="00CB5B50" w:rsidP="00CB5B50">
      <w:pPr>
        <w:pStyle w:val="Inhoud"/>
      </w:pPr>
    </w:p>
    <w:p w14:paraId="55C81264" w14:textId="77777777" w:rsidR="00CB5B50" w:rsidRDefault="00CB5B50" w:rsidP="00CB5B50">
      <w:pPr>
        <w:pStyle w:val="Inhoud"/>
      </w:pPr>
    </w:p>
    <w:p w14:paraId="14625724" w14:textId="77777777" w:rsidR="00CB5B50" w:rsidRDefault="00CB5B50" w:rsidP="00CB5B50">
      <w:pPr>
        <w:pStyle w:val="Inhoud"/>
      </w:pPr>
    </w:p>
    <w:p w14:paraId="24152781" w14:textId="77777777" w:rsidR="00CB5B50" w:rsidRDefault="00CB5B50" w:rsidP="00CB5B50">
      <w:pPr>
        <w:pStyle w:val="Inhoud"/>
      </w:pPr>
    </w:p>
    <w:p w14:paraId="67F878ED" w14:textId="77777777" w:rsidR="00CB5B50" w:rsidRDefault="00CB5B50" w:rsidP="00CB5B50">
      <w:pPr>
        <w:pStyle w:val="Inhoud"/>
      </w:pPr>
    </w:p>
    <w:p w14:paraId="4244169B" w14:textId="77777777" w:rsidR="00CB5B50" w:rsidRPr="00CB5B50" w:rsidRDefault="00CB5B50" w:rsidP="00CB5B50">
      <w:pPr>
        <w:pStyle w:val="Inhoud"/>
        <w:rPr>
          <w:b/>
          <w:bCs/>
        </w:rPr>
      </w:pPr>
      <w:r w:rsidRPr="00CB5B50">
        <w:rPr>
          <w:b/>
          <w:bCs/>
        </w:rPr>
        <w:t>Dit attest moet ingevuld en ondertekend door beide partijen bij de offerte gevoegd worden.</w:t>
      </w:r>
    </w:p>
    <w:sectPr w:rsidR="00CB5B50" w:rsidRPr="00CB5B50" w:rsidSect="003D5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22" w:right="1418" w:bottom="1933" w:left="1418" w:header="709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AE5CA" w14:textId="77777777" w:rsidR="00801417" w:rsidRDefault="00801417" w:rsidP="00782378">
      <w:r>
        <w:separator/>
      </w:r>
    </w:p>
    <w:p w14:paraId="60CE3339" w14:textId="77777777" w:rsidR="00801417" w:rsidRDefault="00801417" w:rsidP="00782378"/>
    <w:p w14:paraId="618FFE6D" w14:textId="77777777" w:rsidR="00801417" w:rsidRDefault="00801417" w:rsidP="00782378"/>
  </w:endnote>
  <w:endnote w:type="continuationSeparator" w:id="0">
    <w:p w14:paraId="377F163E" w14:textId="77777777" w:rsidR="00801417" w:rsidRDefault="00801417" w:rsidP="00782378">
      <w:r>
        <w:continuationSeparator/>
      </w:r>
    </w:p>
    <w:p w14:paraId="21852882" w14:textId="77777777" w:rsidR="00801417" w:rsidRDefault="00801417" w:rsidP="00782378"/>
    <w:p w14:paraId="0C6FD0DB" w14:textId="77777777" w:rsidR="00801417" w:rsidRDefault="00801417" w:rsidP="00782378"/>
  </w:endnote>
  <w:endnote w:type="continuationNotice" w:id="1">
    <w:p w14:paraId="3DB8400B" w14:textId="77777777" w:rsidR="00801417" w:rsidRDefault="00801417" w:rsidP="00782378"/>
    <w:p w14:paraId="607DC3E1" w14:textId="77777777" w:rsidR="00801417" w:rsidRDefault="00801417" w:rsidP="00782378"/>
    <w:p w14:paraId="53D07F6E" w14:textId="77777777" w:rsidR="00801417" w:rsidRDefault="00801417" w:rsidP="00782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Lexend Deca">
    <w:panose1 w:val="00000000000000000000"/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A5C2" w14:textId="77777777" w:rsidR="009E7FF2" w:rsidRDefault="009E7F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B466" w14:textId="77777777" w:rsidR="00D00E6A" w:rsidRPr="0067138F" w:rsidRDefault="000F29DE" w:rsidP="00782378">
    <w:pPr>
      <w:pStyle w:val="Voettekst"/>
      <w:rPr>
        <w:rFonts w:ascii="Lexend Deca" w:hAnsi="Lexend Deca"/>
        <w:sz w:val="16"/>
        <w:szCs w:val="16"/>
      </w:rPr>
    </w:pPr>
    <w:r w:rsidRPr="0067138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2" behindDoc="0" locked="0" layoutInCell="1" allowOverlap="1" wp14:anchorId="5C5913F7" wp14:editId="605FE46A">
              <wp:simplePos x="0" y="0"/>
              <wp:positionH relativeFrom="column">
                <wp:posOffset>5576570</wp:posOffset>
              </wp:positionH>
              <wp:positionV relativeFrom="page">
                <wp:posOffset>9686925</wp:posOffset>
              </wp:positionV>
              <wp:extent cx="846455" cy="827405"/>
              <wp:effectExtent l="0" t="0" r="0" b="0"/>
              <wp:wrapNone/>
              <wp:docPr id="1642882646" name="Vrije vorm 13817267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846455" cy="827405"/>
                      </a:xfrm>
                      <a:custGeom>
                        <a:avLst/>
                        <a:gdLst>
                          <a:gd name="connsiteX0" fmla="*/ 964430 w 964430"/>
                          <a:gd name="connsiteY0" fmla="*/ 470962 h 942875"/>
                          <a:gd name="connsiteX1" fmla="*/ 481739 w 964430"/>
                          <a:gd name="connsiteY1" fmla="*/ 0 h 942875"/>
                          <a:gd name="connsiteX2" fmla="*/ 346547 w 964430"/>
                          <a:gd name="connsiteY2" fmla="*/ 16174 h 942875"/>
                          <a:gd name="connsiteX3" fmla="*/ 346547 w 964430"/>
                          <a:gd name="connsiteY3" fmla="*/ 186482 h 942875"/>
                          <a:gd name="connsiteX4" fmla="*/ 482691 w 964430"/>
                          <a:gd name="connsiteY4" fmla="*/ 159842 h 942875"/>
                          <a:gd name="connsiteX5" fmla="*/ 791156 w 964430"/>
                          <a:gd name="connsiteY5" fmla="*/ 471913 h 942875"/>
                          <a:gd name="connsiteX6" fmla="*/ 482691 w 964430"/>
                          <a:gd name="connsiteY6" fmla="*/ 783985 h 942875"/>
                          <a:gd name="connsiteX7" fmla="*/ 174226 w 964430"/>
                          <a:gd name="connsiteY7" fmla="*/ 471913 h 942875"/>
                          <a:gd name="connsiteX8" fmla="*/ 192315 w 964430"/>
                          <a:gd name="connsiteY8" fmla="*/ 358692 h 942875"/>
                          <a:gd name="connsiteX9" fmla="*/ 12377 w 964430"/>
                          <a:gd name="connsiteY9" fmla="*/ 358692 h 942875"/>
                          <a:gd name="connsiteX10" fmla="*/ 0 w 964430"/>
                          <a:gd name="connsiteY10" fmla="*/ 471913 h 942875"/>
                          <a:gd name="connsiteX11" fmla="*/ 482691 w 964430"/>
                          <a:gd name="connsiteY11" fmla="*/ 942875 h 942875"/>
                          <a:gd name="connsiteX12" fmla="*/ 964430 w 964430"/>
                          <a:gd name="connsiteY12" fmla="*/ 470962 h 9428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</a:cxnLst>
                        <a:rect l="l" t="t" r="r" b="b"/>
                        <a:pathLst>
                          <a:path w="964430" h="942875">
                            <a:moveTo>
                              <a:pt x="964430" y="470962"/>
                            </a:moveTo>
                            <a:cubicBezTo>
                              <a:pt x="964430" y="198851"/>
                              <a:pt x="764499" y="0"/>
                              <a:pt x="481739" y="0"/>
                            </a:cubicBezTo>
                            <a:cubicBezTo>
                              <a:pt x="434136" y="0"/>
                              <a:pt x="389390" y="5709"/>
                              <a:pt x="346547" y="16174"/>
                            </a:cubicBezTo>
                            <a:lnTo>
                              <a:pt x="346547" y="186482"/>
                            </a:lnTo>
                            <a:cubicBezTo>
                              <a:pt x="387486" y="169356"/>
                              <a:pt x="432232" y="159842"/>
                              <a:pt x="482691" y="159842"/>
                            </a:cubicBezTo>
                            <a:cubicBezTo>
                              <a:pt x="667389" y="159842"/>
                              <a:pt x="791156" y="290189"/>
                              <a:pt x="791156" y="471913"/>
                            </a:cubicBezTo>
                            <a:cubicBezTo>
                              <a:pt x="791156" y="653638"/>
                              <a:pt x="667389" y="783985"/>
                              <a:pt x="482691" y="783985"/>
                            </a:cubicBezTo>
                            <a:cubicBezTo>
                              <a:pt x="297993" y="783985"/>
                              <a:pt x="174226" y="653638"/>
                              <a:pt x="174226" y="471913"/>
                            </a:cubicBezTo>
                            <a:cubicBezTo>
                              <a:pt x="174226" y="431002"/>
                              <a:pt x="180890" y="392944"/>
                              <a:pt x="192315" y="358692"/>
                            </a:cubicBezTo>
                            <a:lnTo>
                              <a:pt x="12377" y="358692"/>
                            </a:lnTo>
                            <a:cubicBezTo>
                              <a:pt x="4760" y="394847"/>
                              <a:pt x="0" y="432904"/>
                              <a:pt x="0" y="471913"/>
                            </a:cubicBezTo>
                            <a:cubicBezTo>
                              <a:pt x="0" y="744025"/>
                              <a:pt x="199931" y="942875"/>
                              <a:pt x="482691" y="942875"/>
                            </a:cubicBezTo>
                            <a:cubicBezTo>
                              <a:pt x="765451" y="942875"/>
                              <a:pt x="964430" y="743073"/>
                              <a:pt x="964430" y="470962"/>
                            </a:cubicBezTo>
                          </a:path>
                        </a:pathLst>
                      </a:custGeom>
                      <a:solidFill>
                        <a:srgbClr val="F52654"/>
                      </a:solidFill>
                      <a:ln w="9512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C554E0" id="Vrije vorm 1381726726" o:spid="_x0000_s1026" style="position:absolute;margin-left:439.1pt;margin-top:762.75pt;width:66.65pt;height:65.15pt;z-index:2516633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964430,9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" path="m964430,470962c964430,198851,764499,,481739,,434136,,389390,5709,346547,16174r,170308c387486,169356,432232,159842,482691,159842v184698,,308465,130347,308465,312071c791156,653638,667389,783985,482691,783985v-184698,,-308465,-130347,-308465,-312072c174226,431002,180890,392944,192315,358692r-179938,c4760,394847,,432904,,471913,,744025,199931,942875,482691,942875v282760,,481739,-199802,481739,-471913e" fillcolor="#f52654" stroked="f" strokeweight=".26422mm">
              <v:stroke joinstyle="miter"/>
              <v:path arrowok="t" o:connecttype="custom" o:connectlocs="846455,413285;422810,0;304155,14193;304155,163644;423645,140267;694377,414120;423645,687974;152914,414120;168790,314764;10863,314764;0,414120;423645,827405;846455,413285" o:connectangles="0,0,0,0,0,0,0,0,0,0,0,0,0"/>
              <o:lock v:ext="edit" aspectratio="t"/>
              <w10:wrap anchory="page"/>
            </v:shape>
          </w:pict>
        </mc:Fallback>
      </mc:AlternateContent>
    </w:r>
    <w:r w:rsidR="00A37D4A" w:rsidRPr="0067138F">
      <w:rPr>
        <w:b/>
        <w:bCs/>
        <w:noProof/>
        <w:sz w:val="16"/>
        <w:szCs w:val="16"/>
      </w:rPr>
      <w:drawing>
        <wp:anchor distT="0" distB="0" distL="114300" distR="114300" simplePos="0" relativeHeight="251659266" behindDoc="1" locked="0" layoutInCell="1" allowOverlap="1" wp14:anchorId="59CA8FBF" wp14:editId="4AF9790A">
          <wp:simplePos x="0" y="0"/>
          <wp:positionH relativeFrom="column">
            <wp:posOffset>3957320</wp:posOffset>
          </wp:positionH>
          <wp:positionV relativeFrom="paragraph">
            <wp:posOffset>211455</wp:posOffset>
          </wp:positionV>
          <wp:extent cx="71755" cy="71755"/>
          <wp:effectExtent l="0" t="0" r="4445" b="4445"/>
          <wp:wrapNone/>
          <wp:docPr id="873637051" name="Graphic 873637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637051" name="Graphic 873637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" cy="7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0"/>
      <w:gridCol w:w="1559"/>
      <w:gridCol w:w="1716"/>
    </w:tblGrid>
    <w:tr w:rsidR="00782378" w:rsidRPr="0067138F" w14:paraId="2EE95BEB" w14:textId="77777777" w:rsidTr="00C00798">
      <w:trPr>
        <w:trHeight w:val="283"/>
      </w:trPr>
      <w:tc>
        <w:tcPr>
          <w:tcW w:w="4390" w:type="dxa"/>
          <w:vAlign w:val="bottom"/>
        </w:tcPr>
        <w:p w14:paraId="0F9C7D3B" w14:textId="77777777" w:rsidR="00782378" w:rsidRPr="0067138F" w:rsidRDefault="00782378" w:rsidP="00782378">
          <w:pPr>
            <w:pStyle w:val="Voettekst"/>
            <w:rPr>
              <w:b/>
              <w:bCs/>
              <w:sz w:val="16"/>
              <w:szCs w:val="16"/>
            </w:rPr>
          </w:pPr>
          <w:r w:rsidRPr="0067138F">
            <w:rPr>
              <w:b/>
              <w:bCs/>
              <w:noProof/>
              <w:sz w:val="16"/>
              <w:szCs w:val="16"/>
            </w:rPr>
            <w:drawing>
              <wp:inline distT="0" distB="0" distL="0" distR="0" wp14:anchorId="5FA548A0" wp14:editId="62E013B7">
                <wp:extent cx="72000" cy="72000"/>
                <wp:effectExtent l="0" t="0" r="4445" b="4445"/>
                <wp:docPr id="1827464952" name="Graphic 18274649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7952851" name="Graphic 141795285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" cy="7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67138F">
            <w:rPr>
              <w:b/>
              <w:bCs/>
              <w:sz w:val="16"/>
              <w:szCs w:val="16"/>
            </w:rPr>
            <w:t xml:space="preserve"> Voldersstraat 1, 9000 Gent     BTW BE0367.300.594</w:t>
          </w:r>
        </w:p>
      </w:tc>
      <w:tc>
        <w:tcPr>
          <w:tcW w:w="1559" w:type="dxa"/>
          <w:vAlign w:val="bottom"/>
        </w:tcPr>
        <w:p w14:paraId="017D018D" w14:textId="77777777" w:rsidR="00782378" w:rsidRPr="0067138F" w:rsidRDefault="00782378" w:rsidP="00782378">
          <w:pPr>
            <w:pStyle w:val="Voettekst"/>
            <w:rPr>
              <w:b/>
              <w:bCs/>
              <w:sz w:val="16"/>
              <w:szCs w:val="16"/>
            </w:rPr>
          </w:pPr>
          <w:r w:rsidRPr="0067138F">
            <w:rPr>
              <w:b/>
              <w:bCs/>
              <w:sz w:val="16"/>
              <w:szCs w:val="16"/>
            </w:rPr>
            <w:t xml:space="preserve">  </w:t>
          </w:r>
          <w:r w:rsidRPr="0067138F">
            <w:rPr>
              <w:noProof/>
              <w:sz w:val="16"/>
              <w:szCs w:val="16"/>
            </w:rPr>
            <w:drawing>
              <wp:inline distT="0" distB="0" distL="0" distR="0" wp14:anchorId="49613B68" wp14:editId="3230DC26">
                <wp:extent cx="74742" cy="74742"/>
                <wp:effectExtent l="0" t="0" r="1905" b="1905"/>
                <wp:docPr id="322306719" name="Afbeelding 1" descr="Afbeelding met zwart, duisternis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2306719" name="Afbeelding 1" descr="Afbeelding met zwart, duisternis&#10;&#10;Automatisch gegenereerde beschrijvi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67138F">
            <w:rPr>
              <w:sz w:val="16"/>
              <w:szCs w:val="16"/>
            </w:rPr>
            <w:t xml:space="preserve"> </w:t>
          </w:r>
          <w:r w:rsidRPr="0067138F">
            <w:rPr>
              <w:b/>
              <w:bCs/>
              <w:sz w:val="16"/>
              <w:szCs w:val="16"/>
            </w:rPr>
            <w:t>09 269 69 00</w:t>
          </w:r>
        </w:p>
      </w:tc>
      <w:tc>
        <w:tcPr>
          <w:tcW w:w="1716" w:type="dxa"/>
          <w:vAlign w:val="bottom"/>
        </w:tcPr>
        <w:p w14:paraId="33B12BC8" w14:textId="77777777" w:rsidR="00782378" w:rsidRPr="0067138F" w:rsidRDefault="00782378" w:rsidP="00782378">
          <w:pPr>
            <w:pStyle w:val="Voettekst"/>
            <w:rPr>
              <w:b/>
              <w:bCs/>
              <w:sz w:val="16"/>
              <w:szCs w:val="16"/>
            </w:rPr>
          </w:pPr>
          <w:r w:rsidRPr="0067138F">
            <w:rPr>
              <w:b/>
              <w:bCs/>
              <w:sz w:val="16"/>
              <w:szCs w:val="16"/>
            </w:rPr>
            <w:t xml:space="preserve">           sogent.be</w:t>
          </w:r>
        </w:p>
      </w:tc>
    </w:tr>
  </w:tbl>
  <w:p w14:paraId="4978178E" w14:textId="77777777" w:rsidR="0067138F" w:rsidRPr="0067138F" w:rsidRDefault="0067138F" w:rsidP="00782378">
    <w:pPr>
      <w:rPr>
        <w:sz w:val="16"/>
        <w:szCs w:val="16"/>
      </w:rPr>
    </w:pPr>
  </w:p>
  <w:p w14:paraId="1F2C883A" w14:textId="77777777" w:rsidR="0067138F" w:rsidRDefault="0067138F" w:rsidP="007823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06767" w14:textId="77777777" w:rsidR="009E7FF2" w:rsidRDefault="009E7F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F9BB6" w14:textId="77777777" w:rsidR="00801417" w:rsidRDefault="00801417" w:rsidP="00782378">
      <w:r>
        <w:separator/>
      </w:r>
    </w:p>
    <w:p w14:paraId="1B9576FA" w14:textId="77777777" w:rsidR="00801417" w:rsidRDefault="00801417" w:rsidP="00782378"/>
    <w:p w14:paraId="500210D6" w14:textId="77777777" w:rsidR="00801417" w:rsidRDefault="00801417" w:rsidP="00782378"/>
  </w:footnote>
  <w:footnote w:type="continuationSeparator" w:id="0">
    <w:p w14:paraId="6F9C5414" w14:textId="77777777" w:rsidR="00801417" w:rsidRDefault="00801417" w:rsidP="00782378">
      <w:r>
        <w:continuationSeparator/>
      </w:r>
    </w:p>
    <w:p w14:paraId="5B527C46" w14:textId="77777777" w:rsidR="00801417" w:rsidRDefault="00801417" w:rsidP="00782378"/>
    <w:p w14:paraId="067670C2" w14:textId="77777777" w:rsidR="00801417" w:rsidRDefault="00801417" w:rsidP="00782378"/>
  </w:footnote>
  <w:footnote w:type="continuationNotice" w:id="1">
    <w:p w14:paraId="430FE35E" w14:textId="77777777" w:rsidR="00801417" w:rsidRDefault="00801417" w:rsidP="00782378"/>
    <w:p w14:paraId="53927872" w14:textId="77777777" w:rsidR="00801417" w:rsidRDefault="00801417" w:rsidP="00782378"/>
    <w:p w14:paraId="35238B73" w14:textId="77777777" w:rsidR="00801417" w:rsidRDefault="00801417" w:rsidP="00782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C15BB" w14:textId="77777777" w:rsidR="009E7FF2" w:rsidRDefault="009E7F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A839EC" w14:paraId="6E976230" w14:textId="77777777" w:rsidTr="00A839EC">
      <w:tc>
        <w:tcPr>
          <w:tcW w:w="3020" w:type="dxa"/>
        </w:tcPr>
        <w:p w14:paraId="09ADDE8A" w14:textId="77777777" w:rsidR="00A839EC" w:rsidRDefault="00A839EC" w:rsidP="00782378">
          <w:pPr>
            <w:pStyle w:val="Koptekst"/>
          </w:pPr>
        </w:p>
      </w:tc>
      <w:tc>
        <w:tcPr>
          <w:tcW w:w="3020" w:type="dxa"/>
        </w:tcPr>
        <w:p w14:paraId="6E3EF8B2" w14:textId="77777777" w:rsidR="00A839EC" w:rsidRDefault="00A839EC" w:rsidP="00782378">
          <w:pPr>
            <w:pStyle w:val="Koptekst"/>
          </w:pPr>
        </w:p>
      </w:tc>
      <w:tc>
        <w:tcPr>
          <w:tcW w:w="3020" w:type="dxa"/>
        </w:tcPr>
        <w:p w14:paraId="00D7B715" w14:textId="77777777" w:rsidR="00A839EC" w:rsidRDefault="00A839EC" w:rsidP="00782378">
          <w:pPr>
            <w:pStyle w:val="Koptekst"/>
          </w:pPr>
        </w:p>
      </w:tc>
    </w:tr>
    <w:tr w:rsidR="00A839EC" w14:paraId="1A10B247" w14:textId="77777777" w:rsidTr="00A839EC">
      <w:trPr>
        <w:trHeight w:val="1313"/>
      </w:trPr>
      <w:tc>
        <w:tcPr>
          <w:tcW w:w="3020" w:type="dxa"/>
        </w:tcPr>
        <w:p w14:paraId="409EC92B" w14:textId="77777777" w:rsidR="00A839EC" w:rsidRDefault="00A839EC" w:rsidP="00782378">
          <w:pPr>
            <w:pStyle w:val="Koptekst"/>
          </w:pPr>
        </w:p>
      </w:tc>
      <w:tc>
        <w:tcPr>
          <w:tcW w:w="3020" w:type="dxa"/>
        </w:tcPr>
        <w:p w14:paraId="2698540F" w14:textId="77777777" w:rsidR="00A839EC" w:rsidRDefault="00A839EC" w:rsidP="00782378">
          <w:pPr>
            <w:pStyle w:val="Koptekst"/>
          </w:pPr>
        </w:p>
      </w:tc>
      <w:tc>
        <w:tcPr>
          <w:tcW w:w="3020" w:type="dxa"/>
          <w:vAlign w:val="bottom"/>
        </w:tcPr>
        <w:p w14:paraId="3CDD8A55" w14:textId="77777777" w:rsidR="00A839EC" w:rsidRPr="000D66C5" w:rsidRDefault="00A839EC" w:rsidP="00782378">
          <w:pPr>
            <w:pStyle w:val="Koptekst"/>
          </w:pPr>
        </w:p>
      </w:tc>
    </w:tr>
  </w:tbl>
  <w:p w14:paraId="0D9407A4" w14:textId="77777777" w:rsidR="0067138F" w:rsidRDefault="000F29DE" w:rsidP="009E7FF2">
    <w:pPr>
      <w:pStyle w:val="Koptekst"/>
    </w:pPr>
    <w:r w:rsidRPr="00DD6BB0">
      <w:rPr>
        <w:noProof/>
      </w:rPr>
      <mc:AlternateContent>
        <mc:Choice Requires="wps">
          <w:drawing>
            <wp:anchor distT="0" distB="0" distL="114300" distR="114300" simplePos="0" relativeHeight="251661314" behindDoc="0" locked="0" layoutInCell="1" allowOverlap="1" wp14:anchorId="7A2B48CF" wp14:editId="69953498">
              <wp:simplePos x="0" y="0"/>
              <wp:positionH relativeFrom="leftMargin">
                <wp:posOffset>249555</wp:posOffset>
              </wp:positionH>
              <wp:positionV relativeFrom="page">
                <wp:posOffset>187960</wp:posOffset>
              </wp:positionV>
              <wp:extent cx="650875" cy="827405"/>
              <wp:effectExtent l="0" t="0" r="0" b="0"/>
              <wp:wrapNone/>
              <wp:docPr id="102955990" name="Vrije vorm 2178190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650875" cy="827405"/>
                      </a:xfrm>
                      <a:custGeom>
                        <a:avLst/>
                        <a:gdLst>
                          <a:gd name="connsiteX0" fmla="*/ 174226 w 741649"/>
                          <a:gd name="connsiteY0" fmla="*/ 660298 h 942875"/>
                          <a:gd name="connsiteX1" fmla="*/ 0 w 741649"/>
                          <a:gd name="connsiteY1" fmla="*/ 660298 h 942875"/>
                          <a:gd name="connsiteX2" fmla="*/ 371301 w 741649"/>
                          <a:gd name="connsiteY2" fmla="*/ 942875 h 942875"/>
                          <a:gd name="connsiteX3" fmla="*/ 432232 w 741649"/>
                          <a:gd name="connsiteY3" fmla="*/ 940021 h 942875"/>
                          <a:gd name="connsiteX4" fmla="*/ 432232 w 741649"/>
                          <a:gd name="connsiteY4" fmla="*/ 782082 h 942875"/>
                          <a:gd name="connsiteX5" fmla="*/ 371301 w 741649"/>
                          <a:gd name="connsiteY5" fmla="*/ 786839 h 942875"/>
                          <a:gd name="connsiteX6" fmla="*/ 174226 w 741649"/>
                          <a:gd name="connsiteY6" fmla="*/ 660298 h 942875"/>
                          <a:gd name="connsiteX7" fmla="*/ 549335 w 741649"/>
                          <a:gd name="connsiteY7" fmla="*/ 275917 h 942875"/>
                          <a:gd name="connsiteX8" fmla="*/ 719752 w 741649"/>
                          <a:gd name="connsiteY8" fmla="*/ 275917 h 942875"/>
                          <a:gd name="connsiteX9" fmla="*/ 369397 w 741649"/>
                          <a:gd name="connsiteY9" fmla="*/ 0 h 942875"/>
                          <a:gd name="connsiteX10" fmla="*/ 17137 w 741649"/>
                          <a:gd name="connsiteY10" fmla="*/ 294946 h 942875"/>
                          <a:gd name="connsiteX11" fmla="*/ 361780 w 741649"/>
                          <a:gd name="connsiteY11" fmla="*/ 548980 h 942875"/>
                          <a:gd name="connsiteX12" fmla="*/ 559807 w 741649"/>
                          <a:gd name="connsiteY12" fmla="*/ 621289 h 942875"/>
                          <a:gd name="connsiteX13" fmla="*/ 741650 w 741649"/>
                          <a:gd name="connsiteY13" fmla="*/ 621289 h 942875"/>
                          <a:gd name="connsiteX14" fmla="*/ 396054 w 741649"/>
                          <a:gd name="connsiteY14" fmla="*/ 389138 h 942875"/>
                          <a:gd name="connsiteX15" fmla="*/ 191363 w 741649"/>
                          <a:gd name="connsiteY15" fmla="*/ 280674 h 942875"/>
                          <a:gd name="connsiteX16" fmla="*/ 371301 w 741649"/>
                          <a:gd name="connsiteY16" fmla="*/ 156036 h 942875"/>
                          <a:gd name="connsiteX17" fmla="*/ 549335 w 741649"/>
                          <a:gd name="connsiteY17" fmla="*/ 275917 h 9428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</a:cxnLst>
                        <a:rect l="l" t="t" r="r" b="b"/>
                        <a:pathLst>
                          <a:path w="741649" h="942875">
                            <a:moveTo>
                              <a:pt x="174226" y="660298"/>
                            </a:moveTo>
                            <a:lnTo>
                              <a:pt x="0" y="660298"/>
                            </a:lnTo>
                            <a:cubicBezTo>
                              <a:pt x="5712" y="822994"/>
                              <a:pt x="146616" y="942875"/>
                              <a:pt x="371301" y="942875"/>
                            </a:cubicBezTo>
                            <a:cubicBezTo>
                              <a:pt x="392246" y="942875"/>
                              <a:pt x="412239" y="941924"/>
                              <a:pt x="432232" y="940021"/>
                            </a:cubicBezTo>
                            <a:lnTo>
                              <a:pt x="432232" y="782082"/>
                            </a:lnTo>
                            <a:cubicBezTo>
                              <a:pt x="414143" y="784937"/>
                              <a:pt x="393198" y="786839"/>
                              <a:pt x="371301" y="786839"/>
                            </a:cubicBezTo>
                            <a:cubicBezTo>
                              <a:pt x="246582" y="787791"/>
                              <a:pt x="177082" y="734510"/>
                              <a:pt x="174226" y="660298"/>
                            </a:cubicBezTo>
                            <a:moveTo>
                              <a:pt x="549335" y="275917"/>
                            </a:moveTo>
                            <a:lnTo>
                              <a:pt x="719752" y="275917"/>
                            </a:lnTo>
                            <a:cubicBezTo>
                              <a:pt x="715944" y="121784"/>
                              <a:pt x="583609" y="0"/>
                              <a:pt x="369397" y="0"/>
                            </a:cubicBezTo>
                            <a:cubicBezTo>
                              <a:pt x="155185" y="0"/>
                              <a:pt x="17137" y="119881"/>
                              <a:pt x="17137" y="294946"/>
                            </a:cubicBezTo>
                            <a:cubicBezTo>
                              <a:pt x="17137" y="499505"/>
                              <a:pt x="205644" y="529000"/>
                              <a:pt x="361780" y="548980"/>
                            </a:cubicBezTo>
                            <a:cubicBezTo>
                              <a:pt x="455082" y="561349"/>
                              <a:pt x="535054" y="570863"/>
                              <a:pt x="559807" y="621289"/>
                            </a:cubicBezTo>
                            <a:lnTo>
                              <a:pt x="741650" y="621289"/>
                            </a:lnTo>
                            <a:cubicBezTo>
                              <a:pt x="728321" y="435759"/>
                              <a:pt x="546479" y="408167"/>
                              <a:pt x="396054" y="389138"/>
                            </a:cubicBezTo>
                            <a:cubicBezTo>
                              <a:pt x="285616" y="374867"/>
                              <a:pt x="191363" y="365352"/>
                              <a:pt x="191363" y="280674"/>
                            </a:cubicBezTo>
                            <a:cubicBezTo>
                              <a:pt x="191363" y="210268"/>
                              <a:pt x="257054" y="156036"/>
                              <a:pt x="371301" y="156036"/>
                            </a:cubicBezTo>
                            <a:cubicBezTo>
                              <a:pt x="480787" y="156987"/>
                              <a:pt x="543623" y="207414"/>
                              <a:pt x="549335" y="275917"/>
                            </a:cubicBezTo>
                          </a:path>
                        </a:pathLst>
                      </a:custGeom>
                      <a:solidFill>
                        <a:srgbClr val="F52654"/>
                      </a:solidFill>
                      <a:ln w="9512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DDAC84" id="Vrije vorm 217819059" o:spid="_x0000_s1026" style="position:absolute;margin-left:19.65pt;margin-top:14.8pt;width:51.25pt;height:65.15pt;z-index:25166131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coordsize="741649,9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" path="m174226,660298l,660298c5712,822994,146616,942875,371301,942875v20945,,40938,-951,60931,-2854l432232,782082v-18089,2855,-39034,4757,-60931,4757c246582,787791,177082,734510,174226,660298m549335,275917r170417,c715944,121784,583609,,369397,,155185,,17137,119881,17137,294946v,204559,188507,234054,344643,254034c455082,561349,535054,570863,559807,621289r181843,c728321,435759,546479,408167,396054,389138,285616,374867,191363,365352,191363,280674v,-70406,65691,-124638,179938,-124638c480787,156987,543623,207414,549335,275917e" fillcolor="#f52654" stroked="f" strokeweight=".26422mm">
              <v:stroke joinstyle="miter"/>
              <v:path arrowok="t" o:connecttype="custom" o:connectlocs="152902,579434;0,579434;325856,827405;379329,824901;379329,686304;325856,690478;152902,579434;482099,242127;631658,242127;324185,0;15040,258825;317500,481749;491290,545202;650876,545202;347579,341482;167941,246301;325856,136927;482099,242127" o:connectangles="0,0,0,0,0,0,0,0,0,0,0,0,0,0,0,0,0,0"/>
              <o:lock v:ext="edit" aspectratio="t"/>
              <w10:wrap anchorx="margin" anchory="page"/>
            </v:shape>
          </w:pict>
        </mc:Fallback>
      </mc:AlternateContent>
    </w:r>
    <w:r w:rsidR="00AB25AE">
      <w:rPr>
        <w:rFonts w:ascii="Lexend Deca" w:hAnsi="Lexend Deca"/>
        <w:noProof/>
        <w:sz w:val="56"/>
        <w:szCs w:val="56"/>
      </w:rPr>
      <w:drawing>
        <wp:anchor distT="0" distB="0" distL="114300" distR="114300" simplePos="0" relativeHeight="251658242" behindDoc="1" locked="0" layoutInCell="1" allowOverlap="1" wp14:anchorId="1C0F8DC1" wp14:editId="1BBDD31F">
          <wp:simplePos x="0" y="0"/>
          <wp:positionH relativeFrom="column">
            <wp:posOffset>-58459</wp:posOffset>
          </wp:positionH>
          <wp:positionV relativeFrom="page">
            <wp:posOffset>751437</wp:posOffset>
          </wp:positionV>
          <wp:extent cx="1812653" cy="760491"/>
          <wp:effectExtent l="0" t="0" r="0" b="0"/>
          <wp:wrapNone/>
          <wp:docPr id="412766345" name="Afbeelding 412766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675105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640" cy="7713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4D2B" w14:textId="77777777" w:rsidR="009E7FF2" w:rsidRDefault="009E7F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03.55pt;height:298.35pt" o:bullet="t">
        <v:imagedata r:id="rId1" o:title="bullet rood"/>
      </v:shape>
    </w:pict>
  </w:numPicBullet>
  <w:numPicBullet w:numPicBulletId="1">
    <w:pict>
      <v:shape id="_x0000_i1041" type="#_x0000_t75" style="width:5.75pt;height:5.7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" o:bullet="t">
        <v:imagedata r:id="rId2" o:title=""/>
      </v:shape>
    </w:pict>
  </w:numPicBullet>
  <w:abstractNum w:abstractNumId="0" w15:restartNumberingAfterBreak="0">
    <w:nsid w:val="06977FB7"/>
    <w:multiLevelType w:val="multilevel"/>
    <w:tmpl w:val="446C377E"/>
    <w:styleLink w:val="Huidigelij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A04D3"/>
    <w:multiLevelType w:val="multilevel"/>
    <w:tmpl w:val="59C41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1CE1DF2"/>
    <w:multiLevelType w:val="hybridMultilevel"/>
    <w:tmpl w:val="0D246806"/>
    <w:lvl w:ilvl="0" w:tplc="BBC8797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92B69"/>
    <w:multiLevelType w:val="hybridMultilevel"/>
    <w:tmpl w:val="2474C1CC"/>
    <w:lvl w:ilvl="0" w:tplc="6046E5DE">
      <w:start w:val="1"/>
      <w:numFmt w:val="bullet"/>
      <w:pStyle w:val="Bullet"/>
      <w:lvlText w:val=""/>
      <w:lvlPicBulletId w:val="0"/>
      <w:lvlJc w:val="left"/>
      <w:pPr>
        <w:ind w:left="1021" w:hanging="45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B5115"/>
    <w:multiLevelType w:val="multilevel"/>
    <w:tmpl w:val="75FA9204"/>
    <w:styleLink w:val="Huidigelij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4DD1288"/>
    <w:multiLevelType w:val="multilevel"/>
    <w:tmpl w:val="DD328746"/>
    <w:lvl w:ilvl="0">
      <w:start w:val="1"/>
      <w:numFmt w:val="decimal"/>
      <w:pStyle w:val="Ko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ind w:left="1224" w:hanging="504"/>
      </w:pPr>
    </w:lvl>
    <w:lvl w:ilvl="3">
      <w:start w:val="1"/>
      <w:numFmt w:val="decimal"/>
      <w:pStyle w:val="Kop4"/>
      <w:lvlText w:val="%1.%2.%3.%4."/>
      <w:lvlJc w:val="left"/>
      <w:pPr>
        <w:ind w:left="1728" w:hanging="648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1143161">
    <w:abstractNumId w:val="1"/>
  </w:num>
  <w:num w:numId="2" w16cid:durableId="605043988">
    <w:abstractNumId w:val="5"/>
  </w:num>
  <w:num w:numId="3" w16cid:durableId="1363625038">
    <w:abstractNumId w:val="0"/>
  </w:num>
  <w:num w:numId="4" w16cid:durableId="1431780950">
    <w:abstractNumId w:val="4"/>
  </w:num>
  <w:num w:numId="5" w16cid:durableId="1190995122">
    <w:abstractNumId w:val="5"/>
  </w:num>
  <w:num w:numId="6" w16cid:durableId="1898544407">
    <w:abstractNumId w:val="2"/>
  </w:num>
  <w:num w:numId="7" w16cid:durableId="507671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17"/>
    <w:rsid w:val="00032B64"/>
    <w:rsid w:val="00041270"/>
    <w:rsid w:val="000448E7"/>
    <w:rsid w:val="00045228"/>
    <w:rsid w:val="00052945"/>
    <w:rsid w:val="00052EEE"/>
    <w:rsid w:val="00091D26"/>
    <w:rsid w:val="000B69E3"/>
    <w:rsid w:val="000C1DF7"/>
    <w:rsid w:val="000D66C5"/>
    <w:rsid w:val="000E00C0"/>
    <w:rsid w:val="000F29DE"/>
    <w:rsid w:val="00156141"/>
    <w:rsid w:val="001820F5"/>
    <w:rsid w:val="001B2E46"/>
    <w:rsid w:val="001E76D4"/>
    <w:rsid w:val="00223D76"/>
    <w:rsid w:val="00241B4F"/>
    <w:rsid w:val="00286E82"/>
    <w:rsid w:val="002B2C07"/>
    <w:rsid w:val="002B2DF4"/>
    <w:rsid w:val="002C0061"/>
    <w:rsid w:val="002E70E0"/>
    <w:rsid w:val="00320C1E"/>
    <w:rsid w:val="00325D71"/>
    <w:rsid w:val="00346E71"/>
    <w:rsid w:val="00361975"/>
    <w:rsid w:val="0038219B"/>
    <w:rsid w:val="00395348"/>
    <w:rsid w:val="00396537"/>
    <w:rsid w:val="003B65C1"/>
    <w:rsid w:val="003D58D4"/>
    <w:rsid w:val="004059BB"/>
    <w:rsid w:val="0042220F"/>
    <w:rsid w:val="004402B1"/>
    <w:rsid w:val="0044110C"/>
    <w:rsid w:val="00460A57"/>
    <w:rsid w:val="00486485"/>
    <w:rsid w:val="004A41F8"/>
    <w:rsid w:val="00521D37"/>
    <w:rsid w:val="00522816"/>
    <w:rsid w:val="00523DDF"/>
    <w:rsid w:val="005302B9"/>
    <w:rsid w:val="0053682A"/>
    <w:rsid w:val="00585564"/>
    <w:rsid w:val="00587D7E"/>
    <w:rsid w:val="0059060B"/>
    <w:rsid w:val="00591CDB"/>
    <w:rsid w:val="005950F4"/>
    <w:rsid w:val="005B55EA"/>
    <w:rsid w:val="005C30E0"/>
    <w:rsid w:val="005F592F"/>
    <w:rsid w:val="006177F2"/>
    <w:rsid w:val="006527E0"/>
    <w:rsid w:val="00653544"/>
    <w:rsid w:val="0067138F"/>
    <w:rsid w:val="00675CA8"/>
    <w:rsid w:val="006964EB"/>
    <w:rsid w:val="006D29E1"/>
    <w:rsid w:val="006E17AA"/>
    <w:rsid w:val="00701022"/>
    <w:rsid w:val="007347D8"/>
    <w:rsid w:val="00741ADC"/>
    <w:rsid w:val="00782378"/>
    <w:rsid w:val="007867B3"/>
    <w:rsid w:val="007914FB"/>
    <w:rsid w:val="00794906"/>
    <w:rsid w:val="007B43EA"/>
    <w:rsid w:val="007B65BD"/>
    <w:rsid w:val="007D1978"/>
    <w:rsid w:val="007F42BA"/>
    <w:rsid w:val="00801417"/>
    <w:rsid w:val="00821CFE"/>
    <w:rsid w:val="00822DED"/>
    <w:rsid w:val="00837DBB"/>
    <w:rsid w:val="0084355C"/>
    <w:rsid w:val="008D2DA1"/>
    <w:rsid w:val="008E6288"/>
    <w:rsid w:val="00902F88"/>
    <w:rsid w:val="009104C2"/>
    <w:rsid w:val="00927C57"/>
    <w:rsid w:val="009500D0"/>
    <w:rsid w:val="00952C7A"/>
    <w:rsid w:val="00992998"/>
    <w:rsid w:val="00996FF6"/>
    <w:rsid w:val="009B3E3C"/>
    <w:rsid w:val="009E7FF2"/>
    <w:rsid w:val="009F3796"/>
    <w:rsid w:val="009F4B0D"/>
    <w:rsid w:val="00A25A1C"/>
    <w:rsid w:val="00A36102"/>
    <w:rsid w:val="00A37D4A"/>
    <w:rsid w:val="00A44F3D"/>
    <w:rsid w:val="00A474E2"/>
    <w:rsid w:val="00A60495"/>
    <w:rsid w:val="00A6203D"/>
    <w:rsid w:val="00A812AD"/>
    <w:rsid w:val="00A839EC"/>
    <w:rsid w:val="00AA1CA4"/>
    <w:rsid w:val="00AB25AE"/>
    <w:rsid w:val="00AD0DAA"/>
    <w:rsid w:val="00AE727D"/>
    <w:rsid w:val="00B00733"/>
    <w:rsid w:val="00B00944"/>
    <w:rsid w:val="00B600D7"/>
    <w:rsid w:val="00B70370"/>
    <w:rsid w:val="00B87BA1"/>
    <w:rsid w:val="00BB055E"/>
    <w:rsid w:val="00BF6F53"/>
    <w:rsid w:val="00BF7542"/>
    <w:rsid w:val="00C0333F"/>
    <w:rsid w:val="00C22302"/>
    <w:rsid w:val="00C434F8"/>
    <w:rsid w:val="00C51C3E"/>
    <w:rsid w:val="00C975BF"/>
    <w:rsid w:val="00CB376B"/>
    <w:rsid w:val="00CB5B50"/>
    <w:rsid w:val="00CC6328"/>
    <w:rsid w:val="00CD401C"/>
    <w:rsid w:val="00CE3783"/>
    <w:rsid w:val="00D00E6A"/>
    <w:rsid w:val="00D31BBD"/>
    <w:rsid w:val="00D3473D"/>
    <w:rsid w:val="00D50601"/>
    <w:rsid w:val="00D52675"/>
    <w:rsid w:val="00DB1E95"/>
    <w:rsid w:val="00DC6865"/>
    <w:rsid w:val="00DD6BB0"/>
    <w:rsid w:val="00DE117B"/>
    <w:rsid w:val="00DE1503"/>
    <w:rsid w:val="00DE2775"/>
    <w:rsid w:val="00DE3791"/>
    <w:rsid w:val="00DE7251"/>
    <w:rsid w:val="00E52839"/>
    <w:rsid w:val="00E81277"/>
    <w:rsid w:val="00F0720E"/>
    <w:rsid w:val="00F07F0F"/>
    <w:rsid w:val="00F16D8E"/>
    <w:rsid w:val="00F27F38"/>
    <w:rsid w:val="00F3259C"/>
    <w:rsid w:val="00F353D3"/>
    <w:rsid w:val="00FA1AB0"/>
    <w:rsid w:val="00FB2B57"/>
    <w:rsid w:val="00FE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C1452"/>
  <w15:chartTrackingRefBased/>
  <w15:docId w15:val="{15B9E6E5-FDFC-488E-8D22-D4F5A085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2"/>
        <w:szCs w:val="22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8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rsid w:val="00782378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kern w:val="0"/>
      <w14:ligatures w14:val="none"/>
    </w:rPr>
  </w:style>
  <w:style w:type="paragraph" w:styleId="Kop1">
    <w:name w:val="heading 1"/>
    <w:basedOn w:val="Titel"/>
    <w:next w:val="Kop2"/>
    <w:link w:val="Kop1Char"/>
    <w:uiPriority w:val="9"/>
    <w:qFormat/>
    <w:rsid w:val="002B2C07"/>
    <w:pPr>
      <w:numPr>
        <w:numId w:val="2"/>
      </w:numPr>
      <w:spacing w:before="360" w:after="240"/>
      <w:ind w:left="567" w:hanging="567"/>
      <w:outlineLvl w:val="0"/>
    </w:pPr>
    <w:rPr>
      <w:color w:val="F52654" w:themeColor="accent2"/>
    </w:rPr>
  </w:style>
  <w:style w:type="paragraph" w:styleId="Kop2">
    <w:name w:val="heading 2"/>
    <w:basedOn w:val="Standaard"/>
    <w:next w:val="Kop3"/>
    <w:link w:val="Kop2Char"/>
    <w:uiPriority w:val="9"/>
    <w:unhideWhenUsed/>
    <w:qFormat/>
    <w:rsid w:val="002B2C07"/>
    <w:pPr>
      <w:keepNext/>
      <w:keepLines/>
      <w:numPr>
        <w:ilvl w:val="1"/>
        <w:numId w:val="2"/>
      </w:numPr>
      <w:spacing w:before="240" w:after="240"/>
      <w:ind w:left="709" w:hanging="709"/>
      <w:outlineLvl w:val="1"/>
    </w:pPr>
    <w:rPr>
      <w:rFonts w:eastAsiaTheme="majorEastAsia"/>
      <w:color w:val="F52654" w:themeColor="accent2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D66C5"/>
    <w:pPr>
      <w:keepNext/>
      <w:keepLines/>
      <w:numPr>
        <w:ilvl w:val="2"/>
        <w:numId w:val="2"/>
      </w:numPr>
      <w:spacing w:before="240" w:after="240"/>
      <w:ind w:left="851" w:hanging="851"/>
      <w:outlineLvl w:val="2"/>
    </w:pPr>
    <w:rPr>
      <w:rFonts w:eastAsiaTheme="majorEastAsia"/>
      <w:b/>
      <w:bCs/>
      <w:color w:val="000000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rsid w:val="006964EB"/>
    <w:pPr>
      <w:keepNext/>
      <w:keepLines/>
      <w:numPr>
        <w:ilvl w:val="3"/>
        <w:numId w:val="2"/>
      </w:numPr>
      <w:spacing w:before="240" w:after="240"/>
      <w:ind w:left="1134" w:hanging="1134"/>
      <w:outlineLvl w:val="3"/>
    </w:pPr>
    <w:rPr>
      <w:rFonts w:eastAsiaTheme="majorEastAsia"/>
      <w:color w:val="000000" w:themeColor="text2"/>
      <w:sz w:val="24"/>
      <w:szCs w:val="24"/>
      <w:u w:val="single"/>
    </w:rPr>
  </w:style>
  <w:style w:type="paragraph" w:styleId="Kop5">
    <w:name w:val="heading 5"/>
    <w:basedOn w:val="Standaard"/>
    <w:next w:val="Standaard"/>
    <w:link w:val="Kop5Char"/>
    <w:uiPriority w:val="9"/>
    <w:semiHidden/>
    <w:rsid w:val="00F353D3"/>
    <w:pPr>
      <w:keepNext/>
      <w:keepLines/>
      <w:spacing w:before="40"/>
      <w:outlineLvl w:val="4"/>
    </w:pPr>
    <w:rPr>
      <w:rFonts w:eastAsiaTheme="majorEastAsia" w:cstheme="majorBidi"/>
      <w:b/>
      <w:color w:val="3B128E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6BB0"/>
  </w:style>
  <w:style w:type="paragraph" w:styleId="Voettekst">
    <w:name w:val="footer"/>
    <w:basedOn w:val="Standaard"/>
    <w:link w:val="Voet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6BB0"/>
  </w:style>
  <w:style w:type="character" w:styleId="Hyperlink">
    <w:name w:val="Hyperlink"/>
    <w:basedOn w:val="Standaardalinea-lettertype"/>
    <w:uiPriority w:val="6"/>
    <w:rsid w:val="00D00E6A"/>
    <w:rPr>
      <w:color w:val="5019BD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00E6A"/>
    <w:rPr>
      <w:color w:val="605E5C"/>
      <w:shd w:val="clear" w:color="auto" w:fill="E1DFDD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964EB"/>
    <w:rPr>
      <w:rFonts w:eastAsiaTheme="majorEastAsia" w:cstheme="majorBidi"/>
      <w:b/>
      <w:color w:val="3B128E" w:themeColor="accent1" w:themeShade="BF"/>
    </w:rPr>
  </w:style>
  <w:style w:type="character" w:styleId="Zwaar">
    <w:name w:val="Strong"/>
    <w:basedOn w:val="Standaardalinea-lettertype"/>
    <w:uiPriority w:val="17"/>
    <w:rsid w:val="00DC6865"/>
    <w:rPr>
      <w:b/>
      <w:bCs/>
    </w:rPr>
  </w:style>
  <w:style w:type="character" w:styleId="Intensievebenadrukking">
    <w:name w:val="Intense Emphasis"/>
    <w:basedOn w:val="Standaardalinea-lettertype"/>
    <w:uiPriority w:val="18"/>
    <w:semiHidden/>
    <w:rsid w:val="00DC6865"/>
    <w:rPr>
      <w:i/>
      <w:iCs/>
      <w:color w:val="5019BE" w:themeColor="accent1"/>
    </w:rPr>
  </w:style>
  <w:style w:type="table" w:styleId="Tabelraster">
    <w:name w:val="Table Grid"/>
    <w:basedOn w:val="Standaardtabel"/>
    <w:uiPriority w:val="59"/>
    <w:rsid w:val="00CD401C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C0333F"/>
    <w:rPr>
      <w:color w:val="5019BD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1"/>
    <w:qFormat/>
    <w:rsid w:val="000D66C5"/>
    <w:pPr>
      <w:spacing w:before="600"/>
    </w:pPr>
    <w:rPr>
      <w:rFonts w:ascii="Arial Black" w:hAnsi="Arial Black"/>
      <w:b/>
      <w:bCs/>
      <w:color w:val="000000" w:themeColor="text2"/>
      <w:sz w:val="28"/>
      <w:szCs w:val="28"/>
    </w:rPr>
  </w:style>
  <w:style w:type="character" w:customStyle="1" w:styleId="TitelChar">
    <w:name w:val="Titel Char"/>
    <w:basedOn w:val="Standaardalinea-lettertype"/>
    <w:link w:val="Titel"/>
    <w:uiPriority w:val="11"/>
    <w:rsid w:val="00DC6865"/>
    <w:rPr>
      <w:rFonts w:ascii="Arial Black" w:hAnsi="Arial Black"/>
      <w:b/>
      <w:bCs/>
      <w:color w:val="000000" w:themeColor="text2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rsid w:val="00DC686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Kop1Char">
    <w:name w:val="Kop 1 Char"/>
    <w:basedOn w:val="Standaardalinea-lettertype"/>
    <w:link w:val="Kop1"/>
    <w:uiPriority w:val="9"/>
    <w:rsid w:val="002B2C07"/>
    <w:rPr>
      <w:rFonts w:ascii="Arial Black" w:hAnsi="Arial Black"/>
      <w:b/>
      <w:bCs/>
      <w:color w:val="F52654" w:themeColor="accent2"/>
      <w:sz w:val="28"/>
      <w:szCs w:val="28"/>
    </w:rPr>
  </w:style>
  <w:style w:type="paragraph" w:customStyle="1" w:styleId="Bullet">
    <w:name w:val="Bullet"/>
    <w:basedOn w:val="Standaard"/>
    <w:link w:val="BulletChar"/>
    <w:uiPriority w:val="10"/>
    <w:qFormat/>
    <w:rsid w:val="00DC6865"/>
    <w:pPr>
      <w:numPr>
        <w:numId w:val="7"/>
      </w:numPr>
      <w:spacing w:before="120" w:after="120" w:line="288" w:lineRule="auto"/>
    </w:pPr>
  </w:style>
  <w:style w:type="character" w:customStyle="1" w:styleId="BulletChar">
    <w:name w:val="Bullet Char"/>
    <w:basedOn w:val="Standaardalinea-lettertype"/>
    <w:link w:val="Bullet"/>
    <w:uiPriority w:val="10"/>
    <w:rsid w:val="00DC6865"/>
  </w:style>
  <w:style w:type="character" w:styleId="Tekstvantijdelijkeaanduiding">
    <w:name w:val="Placeholder Text"/>
    <w:basedOn w:val="Standaardalinea-lettertype"/>
    <w:uiPriority w:val="99"/>
    <w:semiHidden/>
    <w:rsid w:val="00A839EC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2B2C07"/>
    <w:rPr>
      <w:rFonts w:eastAsiaTheme="majorEastAsia"/>
      <w:color w:val="F52654" w:themeColor="accent2"/>
      <w:sz w:val="26"/>
      <w:szCs w:val="26"/>
    </w:rPr>
  </w:style>
  <w:style w:type="numbering" w:customStyle="1" w:styleId="Huidigelijst1">
    <w:name w:val="Huidige lijst1"/>
    <w:uiPriority w:val="99"/>
    <w:rsid w:val="00A839EC"/>
    <w:pPr>
      <w:numPr>
        <w:numId w:val="3"/>
      </w:numPr>
    </w:pPr>
  </w:style>
  <w:style w:type="numbering" w:customStyle="1" w:styleId="Huidigelijst2">
    <w:name w:val="Huidige lijst2"/>
    <w:uiPriority w:val="99"/>
    <w:rsid w:val="00A839EC"/>
    <w:pPr>
      <w:numPr>
        <w:numId w:val="4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0D66C5"/>
    <w:rPr>
      <w:rFonts w:ascii="Arial" w:eastAsiaTheme="majorEastAsia" w:hAnsi="Arial" w:cs="Arial"/>
      <w:b/>
      <w:bCs/>
      <w:color w:val="000000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6964EB"/>
    <w:rPr>
      <w:rFonts w:eastAsiaTheme="majorEastAsia"/>
      <w:color w:val="000000" w:themeColor="text2"/>
      <w:sz w:val="24"/>
      <w:szCs w:val="24"/>
      <w:u w:val="single"/>
    </w:rPr>
  </w:style>
  <w:style w:type="paragraph" w:styleId="Ondertitel">
    <w:name w:val="Subtitle"/>
    <w:basedOn w:val="Standaard"/>
    <w:next w:val="Standaard"/>
    <w:link w:val="OndertitelChar"/>
    <w:uiPriority w:val="12"/>
    <w:rsid w:val="00F353D3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2"/>
    <w:rsid w:val="00DC6865"/>
    <w:rPr>
      <w:rFonts w:eastAsiaTheme="minorEastAsia" w:cstheme="minorBidi"/>
      <w:color w:val="5A5A5A" w:themeColor="text1" w:themeTint="A5"/>
      <w:spacing w:val="15"/>
    </w:rPr>
  </w:style>
  <w:style w:type="character" w:styleId="Paginanummer">
    <w:name w:val="page number"/>
    <w:basedOn w:val="Standaardalinea-lettertype"/>
    <w:uiPriority w:val="99"/>
    <w:semiHidden/>
    <w:unhideWhenUsed/>
    <w:rsid w:val="00A25A1C"/>
  </w:style>
  <w:style w:type="paragraph" w:customStyle="1" w:styleId="koppen">
    <w:name w:val="== koppen ================"/>
    <w:basedOn w:val="Standaard"/>
    <w:uiPriority w:val="9"/>
    <w:rsid w:val="00156141"/>
    <w:pPr>
      <w:overflowPunct/>
      <w:autoSpaceDE/>
      <w:autoSpaceDN/>
      <w:adjustRightInd/>
      <w:spacing w:before="160" w:line="262" w:lineRule="auto"/>
      <w:textAlignment w:val="auto"/>
    </w:pPr>
    <w:rPr>
      <w:rFonts w:cstheme="minorBidi"/>
      <w:spacing w:val="1"/>
      <w:sz w:val="20"/>
    </w:rPr>
  </w:style>
  <w:style w:type="paragraph" w:customStyle="1" w:styleId="Standaardzonderwit">
    <w:name w:val="Standaard zonder wit"/>
    <w:basedOn w:val="Standaard"/>
    <w:qFormat/>
    <w:rsid w:val="00DC6865"/>
    <w:pPr>
      <w:spacing w:before="120" w:after="120" w:line="288" w:lineRule="auto"/>
    </w:pPr>
  </w:style>
  <w:style w:type="paragraph" w:customStyle="1" w:styleId="nadruk">
    <w:name w:val="== nadruk ================"/>
    <w:basedOn w:val="Standaard"/>
    <w:uiPriority w:val="11"/>
    <w:rsid w:val="00156141"/>
    <w:pPr>
      <w:overflowPunct/>
      <w:autoSpaceDE/>
      <w:autoSpaceDN/>
      <w:adjustRightInd/>
      <w:spacing w:before="160" w:line="262" w:lineRule="auto"/>
      <w:textAlignment w:val="auto"/>
    </w:pPr>
    <w:rPr>
      <w:rFonts w:cstheme="minorBidi"/>
      <w:spacing w:val="1"/>
      <w:sz w:val="20"/>
    </w:rPr>
  </w:style>
  <w:style w:type="paragraph" w:customStyle="1" w:styleId="onderliggendestijlen">
    <w:name w:val="== onderliggende stijlen ======="/>
    <w:basedOn w:val="Standaard"/>
    <w:uiPriority w:val="19"/>
    <w:rsid w:val="00156141"/>
    <w:pPr>
      <w:overflowPunct/>
      <w:autoSpaceDE/>
      <w:autoSpaceDN/>
      <w:adjustRightInd/>
      <w:spacing w:before="160" w:line="262" w:lineRule="auto"/>
      <w:textAlignment w:val="auto"/>
    </w:pPr>
    <w:rPr>
      <w:rFonts w:cstheme="minorBidi"/>
      <w:spacing w:val="1"/>
      <w:sz w:val="20"/>
    </w:rPr>
  </w:style>
  <w:style w:type="character" w:styleId="Nadruk0">
    <w:name w:val="Emphasis"/>
    <w:basedOn w:val="Standaardalinea-lettertype"/>
    <w:uiPriority w:val="18"/>
    <w:rsid w:val="00156141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DC6865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DC6865"/>
    <w:pPr>
      <w:pBdr>
        <w:top w:val="single" w:sz="4" w:space="10" w:color="5019BE" w:themeColor="accent1"/>
        <w:bottom w:val="single" w:sz="4" w:space="10" w:color="5019BE" w:themeColor="accent1"/>
      </w:pBdr>
      <w:spacing w:before="360" w:after="360"/>
      <w:ind w:left="864" w:right="864"/>
      <w:jc w:val="center"/>
    </w:pPr>
    <w:rPr>
      <w:i/>
      <w:iCs/>
      <w:color w:val="5019BE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C6865"/>
    <w:rPr>
      <w:i/>
      <w:iCs/>
      <w:color w:val="5019BE" w:themeColor="accent1"/>
    </w:rPr>
  </w:style>
  <w:style w:type="character" w:styleId="Subtielebenadrukking">
    <w:name w:val="Subtle Emphasis"/>
    <w:basedOn w:val="Standaardalinea-lettertype"/>
    <w:uiPriority w:val="18"/>
    <w:rsid w:val="007B65BD"/>
    <w:rPr>
      <w:i/>
      <w:iCs/>
      <w:color w:val="404040" w:themeColor="text1" w:themeTint="BF"/>
    </w:rPr>
  </w:style>
  <w:style w:type="paragraph" w:customStyle="1" w:styleId="Inhoud">
    <w:name w:val="Inhoud"/>
    <w:basedOn w:val="Standaard"/>
    <w:link w:val="InhoudChar"/>
    <w:qFormat/>
    <w:rsid w:val="00CB5B50"/>
    <w:pPr>
      <w:overflowPunct/>
      <w:autoSpaceDE/>
      <w:autoSpaceDN/>
      <w:adjustRightInd/>
      <w:spacing w:after="200" w:line="276" w:lineRule="auto"/>
      <w:textAlignment w:val="auto"/>
    </w:pPr>
    <w:rPr>
      <w:rFonts w:ascii="Arial" w:eastAsia="Calibri" w:hAnsi="Arial" w:cs="Times New Roman"/>
    </w:rPr>
  </w:style>
  <w:style w:type="character" w:customStyle="1" w:styleId="InhoudChar">
    <w:name w:val="Inhoud Char"/>
    <w:basedOn w:val="Standaardalinea-lettertype"/>
    <w:link w:val="Inhoud"/>
    <w:rsid w:val="00CB5B50"/>
    <w:rPr>
      <w:rFonts w:eastAsia="Calibri" w:cs="Times New Roman"/>
      <w:kern w:val="0"/>
      <w14:ligatures w14:val="none"/>
    </w:rPr>
  </w:style>
  <w:style w:type="paragraph" w:styleId="Geenafstand">
    <w:name w:val="No Spacing"/>
    <w:aliases w:val="Tekst"/>
    <w:basedOn w:val="Standaard"/>
    <w:link w:val="GeenafstandChar"/>
    <w:uiPriority w:val="1"/>
    <w:qFormat/>
    <w:rsid w:val="00CB5B50"/>
    <w:pPr>
      <w:spacing w:before="200" w:after="200" w:line="288" w:lineRule="auto"/>
      <w:jc w:val="both"/>
    </w:pPr>
    <w:rPr>
      <w:rFonts w:ascii="Arial" w:hAnsi="Arial"/>
      <w:kern w:val="2"/>
      <w:sz w:val="20"/>
      <w:szCs w:val="18"/>
      <w14:ligatures w14:val="standardContextual"/>
    </w:rPr>
  </w:style>
  <w:style w:type="character" w:customStyle="1" w:styleId="GeenafstandChar">
    <w:name w:val="Geen afstand Char"/>
    <w:aliases w:val="Tekst Char"/>
    <w:basedOn w:val="Standaardalinea-lettertype"/>
    <w:link w:val="Geenafstand"/>
    <w:uiPriority w:val="1"/>
    <w:rsid w:val="00CB5B50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svg"/><Relationship Id="rId1" Type="http://schemas.openxmlformats.org/officeDocument/2006/relationships/image" Target="media/image4.png"/><Relationship Id="rId5" Type="http://schemas.openxmlformats.org/officeDocument/2006/relationships/image" Target="media/image8.png"/><Relationship Id="rId4" Type="http://schemas.openxmlformats.org/officeDocument/2006/relationships/image" Target="media/image7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ogent\Beheer\Communicatie\7.%20Huisstijl\Office%20sjablonen\PROJ_Modellen\Sogent_SJ_PV%20van%20voorlopige%20oplevering.dotx" TargetMode="External"/></Relationships>
</file>

<file path=word/theme/theme1.xml><?xml version="1.0" encoding="utf-8"?>
<a:theme xmlns:a="http://schemas.openxmlformats.org/drawingml/2006/main" name="Sogent">
  <a:themeElements>
    <a:clrScheme name="Sogent - Roze">
      <a:dk1>
        <a:srgbClr val="000000"/>
      </a:dk1>
      <a:lt1>
        <a:srgbClr val="FFFFFF"/>
      </a:lt1>
      <a:dk2>
        <a:srgbClr val="000000"/>
      </a:dk2>
      <a:lt2>
        <a:srgbClr val="FAD2DB"/>
      </a:lt2>
      <a:accent1>
        <a:srgbClr val="5019BE"/>
      </a:accent1>
      <a:accent2>
        <a:srgbClr val="F52654"/>
      </a:accent2>
      <a:accent3>
        <a:srgbClr val="FFD140"/>
      </a:accent3>
      <a:accent4>
        <a:srgbClr val="D2C8F0"/>
      </a:accent4>
      <a:accent5>
        <a:srgbClr val="FFFFFF"/>
      </a:accent5>
      <a:accent6>
        <a:srgbClr val="FFD29B"/>
      </a:accent6>
      <a:hlink>
        <a:srgbClr val="5019BD"/>
      </a:hlink>
      <a:folHlink>
        <a:srgbClr val="5019BD"/>
      </a:folHlink>
    </a:clrScheme>
    <a:fontScheme name="Custom 15">
      <a:majorFont>
        <a:latin typeface="Lexend Deca SemiBold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 b="1" i="0" dirty="0" smtClean="0">
            <a:latin typeface="Lexend Deca SemiBold" pitchFamily="2" charset="77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Sogent" id="{F35DC216-22D1-A54A-9A20-9C7C9CB4640F}" vid="{AA835B65-9EE4-1241-8F4D-391A82F13F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94C49-DC74-204B-A221-398F9534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Sogent_SJ_PV van voorlopige oplevering</Template>
  <TotalTime>2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Zajac Agnieszka</dc:creator>
  <cp:keywords/>
  <dc:description/>
  <cp:lastModifiedBy>Zajac Agnieszka</cp:lastModifiedBy>
  <cp:revision>2</cp:revision>
  <cp:lastPrinted>2023-05-17T09:52:00Z</cp:lastPrinted>
  <dcterms:created xsi:type="dcterms:W3CDTF">2024-09-05T08:51:00Z</dcterms:created>
  <dcterms:modified xsi:type="dcterms:W3CDTF">2024-09-05T08:51:00Z</dcterms:modified>
  <cp:category/>
</cp:coreProperties>
</file>