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BE58F4" w14:textId="02364BE6" w:rsidR="00C22302" w:rsidRDefault="00C61FE0" w:rsidP="00C61FE0">
      <w:pPr>
        <w:pStyle w:val="Titel"/>
      </w:pPr>
      <w:r>
        <w:t xml:space="preserve">Bestek 2024/17 – Bijlage </w:t>
      </w:r>
      <w:r w:rsidR="007B682D">
        <w:t>3</w:t>
      </w:r>
      <w:r>
        <w:t xml:space="preserve">: </w:t>
      </w:r>
      <w:r w:rsidR="007B682D">
        <w:t>referentie sjabloon</w:t>
      </w:r>
    </w:p>
    <w:tbl>
      <w:tblPr>
        <w:tblStyle w:val="Tabelraster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213"/>
        <w:gridCol w:w="6847"/>
      </w:tblGrid>
      <w:tr w:rsidR="007B682D" w14:paraId="5FB44954" w14:textId="77777777" w:rsidTr="00E20599">
        <w:trPr>
          <w:trHeight w:val="454"/>
        </w:trPr>
        <w:tc>
          <w:tcPr>
            <w:tcW w:w="2235" w:type="dxa"/>
          </w:tcPr>
          <w:p w14:paraId="12DEFA31" w14:textId="77777777" w:rsidR="007B682D" w:rsidRPr="007D1193" w:rsidRDefault="007B682D" w:rsidP="00E20599">
            <w:pPr>
              <w:spacing w:line="240" w:lineRule="auto"/>
              <w:rPr>
                <w:i/>
              </w:rPr>
            </w:pPr>
            <w:r>
              <w:rPr>
                <w:b/>
                <w:lang w:val="nl-NL"/>
              </w:rPr>
              <w:br/>
            </w:r>
            <w:r w:rsidRPr="00B4199B">
              <w:rPr>
                <w:sz w:val="18"/>
                <w:szCs w:val="18"/>
                <w:lang w:val="nl-NL"/>
              </w:rPr>
              <w:t>Aanduiding referentie</w:t>
            </w:r>
            <w:r>
              <w:rPr>
                <w:sz w:val="18"/>
                <w:szCs w:val="18"/>
                <w:lang w:val="nl-NL"/>
              </w:rPr>
              <w:t xml:space="preserve"> </w:t>
            </w:r>
            <w:r w:rsidRPr="007D1193">
              <w:rPr>
                <w:i/>
                <w:sz w:val="18"/>
                <w:szCs w:val="18"/>
                <w:lang w:val="nl-NL"/>
              </w:rPr>
              <w:t>(aankruisen)</w:t>
            </w:r>
          </w:p>
        </w:tc>
        <w:tc>
          <w:tcPr>
            <w:tcW w:w="6977" w:type="dxa"/>
            <w:vAlign w:val="center"/>
          </w:tcPr>
          <w:p w14:paraId="0F30D6FC" w14:textId="77777777" w:rsidR="007B682D" w:rsidRPr="00D24035" w:rsidRDefault="007B682D" w:rsidP="00E20599">
            <w:pPr>
              <w:spacing w:line="240" w:lineRule="auto"/>
              <w:rPr>
                <w:i/>
                <w:color w:val="FF0000"/>
                <w:sz w:val="18"/>
                <w:szCs w:val="18"/>
                <w:lang w:val="nl-NL"/>
              </w:rPr>
            </w:pPr>
            <w:r>
              <w:rPr>
                <w:sz w:val="18"/>
                <w:szCs w:val="18"/>
              </w:rPr>
              <w:sym w:font="Wingdings" w:char="F06F"/>
            </w:r>
            <w:r>
              <w:rPr>
                <w:sz w:val="18"/>
                <w:szCs w:val="18"/>
                <w:lang w:val="nl-NL"/>
              </w:rPr>
              <w:t xml:space="preserve"> referentie studie HVAC</w:t>
            </w:r>
          </w:p>
        </w:tc>
      </w:tr>
    </w:tbl>
    <w:p w14:paraId="226DF5CE" w14:textId="77777777" w:rsidR="007B682D" w:rsidRPr="00E021F0" w:rsidRDefault="007B682D" w:rsidP="007B682D">
      <w:pPr>
        <w:spacing w:after="0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206"/>
        <w:gridCol w:w="6854"/>
      </w:tblGrid>
      <w:tr w:rsidR="007B682D" w:rsidRPr="001B7F2E" w14:paraId="7BCCFFAA" w14:textId="77777777" w:rsidTr="00E20599">
        <w:trPr>
          <w:trHeight w:val="407"/>
        </w:trPr>
        <w:tc>
          <w:tcPr>
            <w:tcW w:w="2235" w:type="dxa"/>
          </w:tcPr>
          <w:p w14:paraId="6F7BB4F4" w14:textId="77777777" w:rsidR="007B682D" w:rsidRPr="00DD4D65" w:rsidRDefault="007B682D" w:rsidP="00E20599">
            <w:pPr>
              <w:spacing w:line="240" w:lineRule="auto"/>
              <w:rPr>
                <w:sz w:val="18"/>
                <w:szCs w:val="18"/>
                <w:lang w:val="nl-NL"/>
              </w:rPr>
            </w:pPr>
            <w:r>
              <w:rPr>
                <w:sz w:val="18"/>
                <w:szCs w:val="18"/>
                <w:lang w:val="nl-NL"/>
              </w:rPr>
              <w:t>Referentie van</w:t>
            </w:r>
          </w:p>
        </w:tc>
        <w:tc>
          <w:tcPr>
            <w:tcW w:w="6975" w:type="dxa"/>
            <w:vAlign w:val="center"/>
          </w:tcPr>
          <w:p w14:paraId="77D9DBAA" w14:textId="77777777" w:rsidR="007B682D" w:rsidRPr="002F7AB2" w:rsidRDefault="007B682D" w:rsidP="00E20599">
            <w:pPr>
              <w:spacing w:line="240" w:lineRule="auto"/>
              <w:rPr>
                <w:i/>
                <w:sz w:val="18"/>
                <w:szCs w:val="18"/>
                <w:lang w:val="nl-NL"/>
              </w:rPr>
            </w:pPr>
            <w:r w:rsidRPr="002F7AB2">
              <w:rPr>
                <w:i/>
                <w:sz w:val="18"/>
                <w:szCs w:val="18"/>
                <w:lang w:val="nl-NL"/>
              </w:rPr>
              <w:t>(vb. architect, landschapsarchitect, ir. stabiliteit,…)</w:t>
            </w:r>
          </w:p>
        </w:tc>
      </w:tr>
      <w:tr w:rsidR="007B682D" w:rsidRPr="001B7F2E" w14:paraId="30430907" w14:textId="77777777" w:rsidTr="00E20599">
        <w:trPr>
          <w:trHeight w:val="407"/>
        </w:trPr>
        <w:tc>
          <w:tcPr>
            <w:tcW w:w="2235" w:type="dxa"/>
          </w:tcPr>
          <w:p w14:paraId="02792728" w14:textId="77777777" w:rsidR="007B682D" w:rsidRPr="00DD4D65" w:rsidRDefault="007B682D" w:rsidP="00E20599">
            <w:pPr>
              <w:spacing w:line="240" w:lineRule="auto"/>
              <w:rPr>
                <w:sz w:val="18"/>
                <w:szCs w:val="18"/>
                <w:lang w:val="nl-NL"/>
              </w:rPr>
            </w:pPr>
            <w:r>
              <w:rPr>
                <w:sz w:val="18"/>
                <w:szCs w:val="18"/>
                <w:lang w:val="nl-NL"/>
              </w:rPr>
              <w:t xml:space="preserve">Rol </w:t>
            </w:r>
          </w:p>
        </w:tc>
        <w:tc>
          <w:tcPr>
            <w:tcW w:w="6975" w:type="dxa"/>
            <w:vAlign w:val="center"/>
          </w:tcPr>
          <w:p w14:paraId="7CDFC986" w14:textId="77777777" w:rsidR="007B682D" w:rsidRPr="002F7AB2" w:rsidRDefault="007B682D" w:rsidP="00E20599">
            <w:pPr>
              <w:spacing w:line="240" w:lineRule="auto"/>
              <w:rPr>
                <w:i/>
                <w:sz w:val="18"/>
                <w:szCs w:val="18"/>
                <w:lang w:val="nl-NL"/>
              </w:rPr>
            </w:pPr>
            <w:r w:rsidRPr="002F7AB2">
              <w:rPr>
                <w:i/>
                <w:sz w:val="18"/>
                <w:szCs w:val="18"/>
                <w:lang w:val="nl-NL"/>
              </w:rPr>
              <w:t xml:space="preserve">(vb. ontwerp, coördinatie uitvoering, </w:t>
            </w:r>
            <w:r>
              <w:rPr>
                <w:i/>
                <w:sz w:val="18"/>
                <w:szCs w:val="18"/>
                <w:lang w:val="nl-NL"/>
              </w:rPr>
              <w:t>stabiliteit, omgevingsaanleg,</w:t>
            </w:r>
            <w:r w:rsidRPr="002F7AB2">
              <w:rPr>
                <w:i/>
                <w:sz w:val="18"/>
                <w:szCs w:val="18"/>
                <w:lang w:val="nl-NL"/>
              </w:rPr>
              <w:t>…)</w:t>
            </w:r>
          </w:p>
        </w:tc>
      </w:tr>
    </w:tbl>
    <w:p w14:paraId="16BE18F4" w14:textId="77777777" w:rsidR="007B682D" w:rsidRPr="001B7F2E" w:rsidRDefault="007B682D" w:rsidP="007B682D">
      <w:pPr>
        <w:spacing w:after="0" w:line="240" w:lineRule="auto"/>
        <w:rPr>
          <w:sz w:val="18"/>
          <w:szCs w:val="18"/>
          <w:lang w:val="nl-N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227"/>
        <w:gridCol w:w="6833"/>
      </w:tblGrid>
      <w:tr w:rsidR="007B682D" w:rsidRPr="001B7F2E" w14:paraId="083992A3" w14:textId="77777777" w:rsidTr="00E20599">
        <w:trPr>
          <w:trHeight w:val="371"/>
        </w:trPr>
        <w:tc>
          <w:tcPr>
            <w:tcW w:w="2235" w:type="dxa"/>
            <w:vAlign w:val="center"/>
          </w:tcPr>
          <w:p w14:paraId="15D00017" w14:textId="77777777" w:rsidR="007B682D" w:rsidRDefault="007B682D" w:rsidP="00E20599">
            <w:pPr>
              <w:spacing w:line="240" w:lineRule="auto"/>
              <w:rPr>
                <w:sz w:val="18"/>
                <w:szCs w:val="18"/>
                <w:lang w:val="nl-NL"/>
              </w:rPr>
            </w:pPr>
            <w:r>
              <w:rPr>
                <w:sz w:val="18"/>
                <w:szCs w:val="18"/>
                <w:lang w:val="nl-NL"/>
              </w:rPr>
              <w:t>Adres project</w:t>
            </w:r>
          </w:p>
        </w:tc>
        <w:tc>
          <w:tcPr>
            <w:tcW w:w="6975" w:type="dxa"/>
            <w:vAlign w:val="center"/>
          </w:tcPr>
          <w:p w14:paraId="67A035B7" w14:textId="77777777" w:rsidR="007B682D" w:rsidRPr="001B7F2E" w:rsidRDefault="007B682D" w:rsidP="00E20599">
            <w:pPr>
              <w:spacing w:line="240" w:lineRule="auto"/>
              <w:rPr>
                <w:sz w:val="18"/>
                <w:szCs w:val="18"/>
                <w:lang w:val="nl-NL"/>
              </w:rPr>
            </w:pPr>
            <w:r>
              <w:rPr>
                <w:sz w:val="18"/>
                <w:szCs w:val="18"/>
                <w:lang w:val="nl-NL"/>
              </w:rPr>
              <w:t>…</w:t>
            </w:r>
          </w:p>
        </w:tc>
      </w:tr>
      <w:tr w:rsidR="007B682D" w:rsidRPr="001B7F2E" w14:paraId="439E3ED2" w14:textId="77777777" w:rsidTr="00E20599">
        <w:trPr>
          <w:trHeight w:val="1244"/>
        </w:trPr>
        <w:tc>
          <w:tcPr>
            <w:tcW w:w="2235" w:type="dxa"/>
            <w:vAlign w:val="center"/>
          </w:tcPr>
          <w:p w14:paraId="23BB32EF" w14:textId="77777777" w:rsidR="007B682D" w:rsidRPr="001B7F2E" w:rsidRDefault="007B682D" w:rsidP="00E20599">
            <w:pPr>
              <w:spacing w:line="240" w:lineRule="auto"/>
              <w:rPr>
                <w:sz w:val="18"/>
                <w:szCs w:val="18"/>
                <w:lang w:val="nl-NL"/>
              </w:rPr>
            </w:pPr>
            <w:r>
              <w:rPr>
                <w:sz w:val="18"/>
                <w:szCs w:val="18"/>
                <w:lang w:val="nl-NL"/>
              </w:rPr>
              <w:t>Opdrachtgever</w:t>
            </w:r>
          </w:p>
        </w:tc>
        <w:tc>
          <w:tcPr>
            <w:tcW w:w="6975" w:type="dxa"/>
            <w:vAlign w:val="center"/>
          </w:tcPr>
          <w:p w14:paraId="5F9DCBBF" w14:textId="77777777" w:rsidR="007B682D" w:rsidRPr="001B7F2E" w:rsidRDefault="007B682D" w:rsidP="00E20599">
            <w:pPr>
              <w:spacing w:line="240" w:lineRule="auto"/>
              <w:rPr>
                <w:sz w:val="18"/>
                <w:szCs w:val="18"/>
                <w:lang w:val="nl-NL"/>
              </w:rPr>
            </w:pPr>
            <w:r>
              <w:rPr>
                <w:sz w:val="18"/>
                <w:szCs w:val="18"/>
                <w:lang w:val="nl-NL"/>
              </w:rPr>
              <w:t xml:space="preserve">Soort: </w:t>
            </w:r>
            <w:r w:rsidRPr="002F7AB2">
              <w:rPr>
                <w:i/>
                <w:sz w:val="18"/>
                <w:szCs w:val="18"/>
                <w:lang w:val="nl-NL"/>
              </w:rPr>
              <w:t>(privaat/publiek)</w:t>
            </w:r>
            <w:r>
              <w:rPr>
                <w:sz w:val="18"/>
                <w:szCs w:val="18"/>
                <w:lang w:val="nl-NL"/>
              </w:rPr>
              <w:t xml:space="preserve">  …</w:t>
            </w:r>
            <w:r>
              <w:rPr>
                <w:sz w:val="18"/>
                <w:szCs w:val="18"/>
                <w:lang w:val="nl-NL"/>
              </w:rPr>
              <w:br/>
              <w:t xml:space="preserve">Naam opdrachtgever : </w:t>
            </w:r>
            <w:r w:rsidRPr="001B7F2E">
              <w:rPr>
                <w:sz w:val="18"/>
                <w:szCs w:val="18"/>
                <w:lang w:val="nl-NL"/>
              </w:rPr>
              <w:t>…</w:t>
            </w:r>
            <w:r>
              <w:rPr>
                <w:sz w:val="18"/>
                <w:szCs w:val="18"/>
                <w:lang w:val="nl-NL"/>
              </w:rPr>
              <w:br/>
              <w:t>Adres : …</w:t>
            </w:r>
            <w:r>
              <w:rPr>
                <w:sz w:val="18"/>
                <w:szCs w:val="18"/>
                <w:lang w:val="nl-NL"/>
              </w:rPr>
              <w:br/>
              <w:t>Naam contactpersoon : …</w:t>
            </w:r>
            <w:r>
              <w:rPr>
                <w:sz w:val="18"/>
                <w:szCs w:val="18"/>
                <w:lang w:val="nl-NL"/>
              </w:rPr>
              <w:br/>
              <w:t xml:space="preserve">Gegevens contactpersoon: </w:t>
            </w:r>
            <w:r w:rsidRPr="002F7AB2">
              <w:rPr>
                <w:i/>
                <w:sz w:val="18"/>
                <w:szCs w:val="18"/>
                <w:lang w:val="nl-NL"/>
              </w:rPr>
              <w:t>(</w:t>
            </w:r>
            <w:proofErr w:type="spellStart"/>
            <w:r w:rsidRPr="002F7AB2">
              <w:rPr>
                <w:i/>
                <w:sz w:val="18"/>
                <w:szCs w:val="18"/>
                <w:lang w:val="nl-NL"/>
              </w:rPr>
              <w:t>telnr</w:t>
            </w:r>
            <w:proofErr w:type="spellEnd"/>
            <w:r w:rsidRPr="002F7AB2">
              <w:rPr>
                <w:i/>
                <w:sz w:val="18"/>
                <w:szCs w:val="18"/>
                <w:lang w:val="nl-NL"/>
              </w:rPr>
              <w:t xml:space="preserve"> + emailadres)</w:t>
            </w:r>
            <w:r>
              <w:rPr>
                <w:sz w:val="18"/>
                <w:szCs w:val="18"/>
                <w:lang w:val="nl-NL"/>
              </w:rPr>
              <w:t xml:space="preserve">  …</w:t>
            </w:r>
          </w:p>
        </w:tc>
      </w:tr>
      <w:tr w:rsidR="007B682D" w:rsidRPr="001B7F2E" w14:paraId="763B3693" w14:textId="77777777" w:rsidTr="00E20599">
        <w:trPr>
          <w:trHeight w:val="454"/>
        </w:trPr>
        <w:tc>
          <w:tcPr>
            <w:tcW w:w="2235" w:type="dxa"/>
            <w:vAlign w:val="center"/>
          </w:tcPr>
          <w:p w14:paraId="28DCCF5D" w14:textId="77777777" w:rsidR="007B682D" w:rsidRPr="001B7F2E" w:rsidRDefault="007B682D" w:rsidP="00E20599">
            <w:pPr>
              <w:spacing w:line="240" w:lineRule="auto"/>
              <w:rPr>
                <w:sz w:val="18"/>
                <w:szCs w:val="18"/>
                <w:lang w:val="nl-NL"/>
              </w:rPr>
            </w:pPr>
            <w:r>
              <w:rPr>
                <w:sz w:val="18"/>
                <w:szCs w:val="18"/>
                <w:lang w:val="nl-NL"/>
              </w:rPr>
              <w:t>Beknopte o</w:t>
            </w:r>
            <w:r w:rsidRPr="001B7F2E">
              <w:rPr>
                <w:sz w:val="18"/>
                <w:szCs w:val="18"/>
                <w:lang w:val="nl-NL"/>
              </w:rPr>
              <w:t>pdracht</w:t>
            </w:r>
            <w:r>
              <w:rPr>
                <w:sz w:val="18"/>
                <w:szCs w:val="18"/>
                <w:lang w:val="nl-NL"/>
              </w:rPr>
              <w:t>omschrijving en (bouw)programma</w:t>
            </w:r>
          </w:p>
        </w:tc>
        <w:tc>
          <w:tcPr>
            <w:tcW w:w="6975" w:type="dxa"/>
            <w:vAlign w:val="center"/>
          </w:tcPr>
          <w:p w14:paraId="3A0BEACB" w14:textId="77777777" w:rsidR="007B682D" w:rsidRPr="001B7F2E" w:rsidRDefault="007B682D" w:rsidP="00E20599">
            <w:pPr>
              <w:spacing w:line="240" w:lineRule="auto"/>
              <w:rPr>
                <w:sz w:val="18"/>
                <w:szCs w:val="18"/>
                <w:lang w:val="nl-NL"/>
              </w:rPr>
            </w:pPr>
            <w:r w:rsidRPr="001B7F2E">
              <w:rPr>
                <w:sz w:val="18"/>
                <w:szCs w:val="18"/>
                <w:lang w:val="nl-NL"/>
              </w:rPr>
              <w:t>...</w:t>
            </w:r>
          </w:p>
        </w:tc>
      </w:tr>
      <w:tr w:rsidR="007B682D" w:rsidRPr="00A46471" w14:paraId="113C9360" w14:textId="77777777" w:rsidTr="00E20599">
        <w:trPr>
          <w:trHeight w:val="454"/>
        </w:trPr>
        <w:tc>
          <w:tcPr>
            <w:tcW w:w="2235" w:type="dxa"/>
            <w:vAlign w:val="center"/>
          </w:tcPr>
          <w:p w14:paraId="58A99485" w14:textId="77777777" w:rsidR="007B682D" w:rsidRPr="001B7F2E" w:rsidRDefault="007B682D" w:rsidP="00E20599">
            <w:pPr>
              <w:spacing w:line="240" w:lineRule="auto"/>
              <w:rPr>
                <w:sz w:val="18"/>
                <w:szCs w:val="18"/>
                <w:lang w:val="nl-NL"/>
              </w:rPr>
            </w:pPr>
            <w:r>
              <w:rPr>
                <w:sz w:val="18"/>
                <w:szCs w:val="18"/>
                <w:lang w:val="nl-NL"/>
              </w:rPr>
              <w:t>Bouwkost project</w:t>
            </w:r>
          </w:p>
        </w:tc>
        <w:tc>
          <w:tcPr>
            <w:tcW w:w="6975" w:type="dxa"/>
            <w:vAlign w:val="center"/>
          </w:tcPr>
          <w:p w14:paraId="7CB39A8A" w14:textId="77777777" w:rsidR="007B682D" w:rsidRPr="00A46471" w:rsidRDefault="007B682D" w:rsidP="00E20599">
            <w:pPr>
              <w:spacing w:line="240" w:lineRule="auto"/>
              <w:rPr>
                <w:sz w:val="18"/>
                <w:szCs w:val="18"/>
              </w:rPr>
            </w:pPr>
            <w:r w:rsidRPr="003217D5">
              <w:rPr>
                <w:sz w:val="18"/>
                <w:szCs w:val="18"/>
                <w:lang w:val="en-US"/>
              </w:rPr>
              <w:t xml:space="preserve">… </w:t>
            </w:r>
            <w:r w:rsidRPr="00F75F72">
              <w:rPr>
                <w:sz w:val="18"/>
                <w:szCs w:val="18"/>
                <w:lang w:val="en-US"/>
              </w:rPr>
              <w:t>€, excl. BTW</w:t>
            </w:r>
          </w:p>
        </w:tc>
      </w:tr>
      <w:tr w:rsidR="007B682D" w:rsidRPr="001B7F2E" w14:paraId="5A7C2DFB" w14:textId="77777777" w:rsidTr="00E20599">
        <w:trPr>
          <w:trHeight w:val="454"/>
        </w:trPr>
        <w:tc>
          <w:tcPr>
            <w:tcW w:w="2235" w:type="dxa"/>
            <w:vAlign w:val="center"/>
          </w:tcPr>
          <w:p w14:paraId="5BEE8B70" w14:textId="77777777" w:rsidR="007B682D" w:rsidRPr="001B7F2E" w:rsidRDefault="007B682D" w:rsidP="00E20599">
            <w:pPr>
              <w:spacing w:line="240" w:lineRule="auto"/>
              <w:rPr>
                <w:sz w:val="18"/>
                <w:szCs w:val="18"/>
                <w:lang w:val="nl-NL"/>
              </w:rPr>
            </w:pPr>
            <w:r>
              <w:rPr>
                <w:sz w:val="18"/>
                <w:szCs w:val="18"/>
                <w:lang w:val="nl-NL"/>
              </w:rPr>
              <w:t>Uitvoerings</w:t>
            </w:r>
            <w:r w:rsidRPr="001B7F2E">
              <w:rPr>
                <w:sz w:val="18"/>
                <w:szCs w:val="18"/>
                <w:lang w:val="nl-NL"/>
              </w:rPr>
              <w:t>periode</w:t>
            </w:r>
          </w:p>
        </w:tc>
        <w:tc>
          <w:tcPr>
            <w:tcW w:w="6975" w:type="dxa"/>
            <w:vAlign w:val="center"/>
          </w:tcPr>
          <w:p w14:paraId="69681F0D" w14:textId="77777777" w:rsidR="007B682D" w:rsidRPr="001B7F2E" w:rsidRDefault="007B682D" w:rsidP="00E20599">
            <w:pPr>
              <w:spacing w:line="240" w:lineRule="auto"/>
              <w:rPr>
                <w:sz w:val="18"/>
                <w:szCs w:val="18"/>
                <w:lang w:val="nl-NL"/>
              </w:rPr>
            </w:pPr>
            <w:r w:rsidRPr="001B7F2E">
              <w:rPr>
                <w:sz w:val="18"/>
                <w:szCs w:val="18"/>
                <w:lang w:val="nl-NL"/>
              </w:rPr>
              <w:t>…........</w:t>
            </w:r>
            <w:r>
              <w:rPr>
                <w:sz w:val="18"/>
                <w:szCs w:val="18"/>
                <w:lang w:val="nl-NL"/>
              </w:rPr>
              <w:t xml:space="preserve"> </w:t>
            </w:r>
            <w:r w:rsidRPr="002F7AB2">
              <w:rPr>
                <w:i/>
                <w:sz w:val="18"/>
                <w:szCs w:val="18"/>
                <w:lang w:val="nl-NL"/>
              </w:rPr>
              <w:t>(start uitvoering)</w:t>
            </w:r>
            <w:r>
              <w:rPr>
                <w:sz w:val="18"/>
                <w:szCs w:val="18"/>
                <w:lang w:val="nl-NL"/>
              </w:rPr>
              <w:t xml:space="preserve"> </w:t>
            </w:r>
            <w:r w:rsidRPr="001B7F2E">
              <w:rPr>
                <w:sz w:val="18"/>
                <w:szCs w:val="18"/>
                <w:lang w:val="nl-NL"/>
              </w:rPr>
              <w:t>- …........</w:t>
            </w:r>
            <w:r>
              <w:rPr>
                <w:sz w:val="18"/>
                <w:szCs w:val="18"/>
                <w:lang w:val="nl-NL"/>
              </w:rPr>
              <w:t xml:space="preserve"> </w:t>
            </w:r>
            <w:r w:rsidRPr="002F7AB2">
              <w:rPr>
                <w:i/>
                <w:sz w:val="18"/>
                <w:szCs w:val="18"/>
                <w:lang w:val="nl-NL"/>
              </w:rPr>
              <w:t xml:space="preserve">(einde </w:t>
            </w:r>
            <w:r>
              <w:rPr>
                <w:i/>
                <w:sz w:val="18"/>
                <w:szCs w:val="18"/>
                <w:lang w:val="nl-NL"/>
              </w:rPr>
              <w:t xml:space="preserve">uitvoering </w:t>
            </w:r>
            <w:r w:rsidRPr="002F7AB2">
              <w:rPr>
                <w:i/>
                <w:sz w:val="18"/>
                <w:szCs w:val="18"/>
                <w:lang w:val="nl-NL"/>
              </w:rPr>
              <w:t>= oplevering)</w:t>
            </w:r>
          </w:p>
        </w:tc>
      </w:tr>
      <w:tr w:rsidR="007B682D" w:rsidRPr="001B7F2E" w14:paraId="55793BBC" w14:textId="77777777" w:rsidTr="00E20599">
        <w:trPr>
          <w:trHeight w:val="454"/>
        </w:trPr>
        <w:tc>
          <w:tcPr>
            <w:tcW w:w="2235" w:type="dxa"/>
            <w:vAlign w:val="center"/>
          </w:tcPr>
          <w:p w14:paraId="68FCE47A" w14:textId="77777777" w:rsidR="007B682D" w:rsidRPr="001B7F2E" w:rsidRDefault="007B682D" w:rsidP="00E20599">
            <w:pPr>
              <w:spacing w:line="240" w:lineRule="auto"/>
              <w:rPr>
                <w:sz w:val="18"/>
                <w:szCs w:val="18"/>
                <w:lang w:val="nl-NL"/>
              </w:rPr>
            </w:pPr>
            <w:r>
              <w:rPr>
                <w:sz w:val="18"/>
                <w:szCs w:val="18"/>
                <w:lang w:val="nl-NL"/>
              </w:rPr>
              <w:t>Raakpunten project Minus One</w:t>
            </w:r>
          </w:p>
        </w:tc>
        <w:tc>
          <w:tcPr>
            <w:tcW w:w="6975" w:type="dxa"/>
            <w:vAlign w:val="center"/>
          </w:tcPr>
          <w:p w14:paraId="48D6048C" w14:textId="77777777" w:rsidR="007B682D" w:rsidRPr="001B7F2E" w:rsidRDefault="007B682D" w:rsidP="00E20599">
            <w:pPr>
              <w:spacing w:line="240" w:lineRule="auto"/>
              <w:rPr>
                <w:sz w:val="18"/>
                <w:szCs w:val="18"/>
                <w:lang w:val="nl-NL"/>
              </w:rPr>
            </w:pPr>
            <w:r w:rsidRPr="001B7F2E">
              <w:rPr>
                <w:sz w:val="18"/>
                <w:szCs w:val="18"/>
                <w:lang w:val="nl-NL"/>
              </w:rPr>
              <w:t>...</w:t>
            </w:r>
          </w:p>
        </w:tc>
      </w:tr>
      <w:tr w:rsidR="007B682D" w:rsidRPr="001B7F2E" w14:paraId="574E4C04" w14:textId="77777777" w:rsidTr="00E20599">
        <w:trPr>
          <w:trHeight w:val="454"/>
        </w:trPr>
        <w:tc>
          <w:tcPr>
            <w:tcW w:w="2235" w:type="dxa"/>
            <w:vAlign w:val="center"/>
          </w:tcPr>
          <w:p w14:paraId="26F58313" w14:textId="77777777" w:rsidR="007B682D" w:rsidRPr="001B7F2E" w:rsidRDefault="007B682D" w:rsidP="00E20599">
            <w:pPr>
              <w:spacing w:line="240" w:lineRule="auto"/>
              <w:rPr>
                <w:sz w:val="18"/>
                <w:szCs w:val="18"/>
                <w:lang w:val="nl-NL"/>
              </w:rPr>
            </w:pPr>
            <w:r>
              <w:rPr>
                <w:sz w:val="18"/>
                <w:szCs w:val="18"/>
                <w:lang w:val="nl-NL"/>
              </w:rPr>
              <w:t>Certificaat van goede uitvoering aanwezig?</w:t>
            </w:r>
          </w:p>
        </w:tc>
        <w:tc>
          <w:tcPr>
            <w:tcW w:w="6975" w:type="dxa"/>
            <w:vAlign w:val="center"/>
          </w:tcPr>
          <w:p w14:paraId="33B23955" w14:textId="77777777" w:rsidR="007B682D" w:rsidRPr="00C5744C" w:rsidRDefault="007B682D" w:rsidP="00E20599">
            <w:pPr>
              <w:spacing w:line="240" w:lineRule="auto"/>
              <w:rPr>
                <w:i/>
                <w:color w:val="FF0000"/>
                <w:sz w:val="18"/>
                <w:szCs w:val="18"/>
                <w:lang w:val="nl-NL"/>
              </w:rPr>
            </w:pPr>
            <w:r>
              <w:rPr>
                <w:i/>
                <w:sz w:val="18"/>
                <w:szCs w:val="18"/>
                <w:lang w:val="nl-NL"/>
              </w:rPr>
              <w:t>Indien aanwezig: c</w:t>
            </w:r>
            <w:r w:rsidRPr="00C5744C">
              <w:rPr>
                <w:i/>
                <w:sz w:val="18"/>
                <w:szCs w:val="18"/>
                <w:lang w:val="nl-NL"/>
              </w:rPr>
              <w:t>ertificaat van goede uitvoering toevoegen, opgemaakt door de opdrachtgever (overheid of privaatrechtelijk</w:t>
            </w:r>
            <w:r>
              <w:rPr>
                <w:i/>
                <w:sz w:val="18"/>
                <w:szCs w:val="18"/>
                <w:lang w:val="nl-NL"/>
              </w:rPr>
              <w:t>e</w:t>
            </w:r>
            <w:r w:rsidRPr="00C5744C">
              <w:rPr>
                <w:i/>
                <w:sz w:val="18"/>
                <w:szCs w:val="18"/>
                <w:lang w:val="nl-NL"/>
              </w:rPr>
              <w:t xml:space="preserve"> persoon).</w:t>
            </w:r>
          </w:p>
        </w:tc>
      </w:tr>
    </w:tbl>
    <w:p w14:paraId="6D066025" w14:textId="71C722FF" w:rsidR="00C61FE0" w:rsidRPr="00C61FE0" w:rsidRDefault="007B682D" w:rsidP="00A02675">
      <w:r>
        <w:rPr>
          <w:sz w:val="18"/>
          <w:szCs w:val="18"/>
        </w:rPr>
        <w:br/>
        <w:t xml:space="preserve">* </w:t>
      </w:r>
      <w:r w:rsidRPr="002F7AB2">
        <w:rPr>
          <w:sz w:val="18"/>
          <w:szCs w:val="18"/>
        </w:rPr>
        <w:t xml:space="preserve">Het invullen van de tabel mag </w:t>
      </w:r>
      <w:r w:rsidRPr="002F7AB2">
        <w:rPr>
          <w:b/>
          <w:sz w:val="18"/>
          <w:szCs w:val="18"/>
          <w:u w:val="single"/>
        </w:rPr>
        <w:t>maximaal 2</w:t>
      </w:r>
      <w:r>
        <w:rPr>
          <w:b/>
          <w:sz w:val="18"/>
          <w:szCs w:val="18"/>
          <w:u w:val="single"/>
        </w:rPr>
        <w:t xml:space="preserve"> </w:t>
      </w:r>
      <w:r w:rsidRPr="002F7AB2">
        <w:rPr>
          <w:b/>
          <w:sz w:val="18"/>
          <w:szCs w:val="18"/>
          <w:u w:val="single"/>
        </w:rPr>
        <w:t>A4 bladzijden</w:t>
      </w:r>
      <w:r w:rsidRPr="002F7AB2">
        <w:rPr>
          <w:sz w:val="18"/>
          <w:szCs w:val="18"/>
        </w:rPr>
        <w:t xml:space="preserve"> beslaan</w:t>
      </w:r>
      <w:r>
        <w:rPr>
          <w:sz w:val="18"/>
          <w:szCs w:val="18"/>
        </w:rPr>
        <w:t>!</w:t>
      </w:r>
    </w:p>
    <w:sectPr w:rsidR="00C61FE0" w:rsidRPr="00C61FE0" w:rsidSect="003D58D4">
      <w:headerReference w:type="default" r:id="rId8"/>
      <w:footerReference w:type="default" r:id="rId9"/>
      <w:pgSz w:w="11906" w:h="16838"/>
      <w:pgMar w:top="2722" w:right="1418" w:bottom="1933" w:left="1418" w:header="709" w:footer="6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18A105" w14:textId="77777777" w:rsidR="00C61FE0" w:rsidRDefault="00C61FE0" w:rsidP="00DD6BB0">
      <w:r>
        <w:separator/>
      </w:r>
    </w:p>
  </w:endnote>
  <w:endnote w:type="continuationSeparator" w:id="0">
    <w:p w14:paraId="4CD58CAF" w14:textId="77777777" w:rsidR="00C61FE0" w:rsidRDefault="00C61FE0" w:rsidP="00DD6BB0">
      <w:r>
        <w:continuationSeparator/>
      </w:r>
    </w:p>
  </w:endnote>
  <w:endnote w:type="continuationNotice" w:id="1">
    <w:p w14:paraId="34419187" w14:textId="77777777" w:rsidR="00C61FE0" w:rsidRDefault="00C61FE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xend Deca Light">
    <w:panose1 w:val="00000000000000000000"/>
    <w:charset w:val="00"/>
    <w:family w:val="auto"/>
    <w:pitch w:val="variable"/>
    <w:sig w:usb0="A00000FF" w:usb1="4000205B" w:usb2="00000000" w:usb3="00000000" w:csb0="00000193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exend Deca">
    <w:altName w:val="Calibri"/>
    <w:panose1 w:val="00000000000000000000"/>
    <w:charset w:val="00"/>
    <w:family w:val="auto"/>
    <w:pitch w:val="variable"/>
    <w:sig w:usb0="A00000FF" w:usb1="4000205B" w:usb2="00000000" w:usb3="00000000" w:csb0="00000193" w:csb1="00000000"/>
  </w:font>
  <w:font w:name="Lexend Deca SemiBold">
    <w:panose1 w:val="00000000000000000000"/>
    <w:charset w:val="00"/>
    <w:family w:val="auto"/>
    <w:pitch w:val="variable"/>
    <w:sig w:usb0="A00000FF" w:usb1="4000205B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inanummer"/>
      </w:rPr>
      <w:id w:val="1667368086"/>
      <w:docPartObj>
        <w:docPartGallery w:val="Page Numbers (Bottom of Page)"/>
        <w:docPartUnique/>
      </w:docPartObj>
    </w:sdtPr>
    <w:sdtEndPr>
      <w:rPr>
        <w:rStyle w:val="Paginanummer"/>
        <w:sz w:val="18"/>
        <w:szCs w:val="18"/>
      </w:rPr>
    </w:sdtEndPr>
    <w:sdtContent>
      <w:p w14:paraId="2AE919F7" w14:textId="77777777" w:rsidR="00A25A1C" w:rsidRPr="00F16D8E" w:rsidRDefault="00A25A1C" w:rsidP="00A25A1C">
        <w:pPr>
          <w:pStyle w:val="Voettekst"/>
          <w:framePr w:wrap="none" w:vAnchor="text" w:hAnchor="page" w:x="10285" w:y="101"/>
          <w:rPr>
            <w:rStyle w:val="Paginanummer"/>
            <w:sz w:val="18"/>
            <w:szCs w:val="18"/>
          </w:rPr>
        </w:pPr>
        <w:r w:rsidRPr="00F16D8E">
          <w:rPr>
            <w:rStyle w:val="Paginanummer"/>
            <w:sz w:val="18"/>
            <w:szCs w:val="18"/>
          </w:rPr>
          <w:fldChar w:fldCharType="begin"/>
        </w:r>
        <w:r w:rsidRPr="00F16D8E">
          <w:rPr>
            <w:rStyle w:val="Paginanummer"/>
            <w:sz w:val="18"/>
            <w:szCs w:val="18"/>
          </w:rPr>
          <w:instrText xml:space="preserve"> PAGE </w:instrText>
        </w:r>
        <w:r w:rsidRPr="00F16D8E">
          <w:rPr>
            <w:rStyle w:val="Paginanummer"/>
            <w:sz w:val="18"/>
            <w:szCs w:val="18"/>
          </w:rPr>
          <w:fldChar w:fldCharType="separate"/>
        </w:r>
        <w:r w:rsidRPr="00F16D8E">
          <w:rPr>
            <w:rStyle w:val="Paginanummer"/>
            <w:sz w:val="18"/>
            <w:szCs w:val="18"/>
          </w:rPr>
          <w:t>1</w:t>
        </w:r>
        <w:r w:rsidRPr="00F16D8E">
          <w:rPr>
            <w:rStyle w:val="Paginanummer"/>
            <w:sz w:val="18"/>
            <w:szCs w:val="18"/>
          </w:rPr>
          <w:fldChar w:fldCharType="end"/>
        </w:r>
      </w:p>
    </w:sdtContent>
  </w:sdt>
  <w:p w14:paraId="4B95EAB4" w14:textId="77777777" w:rsidR="00D00E6A" w:rsidRDefault="00A37D4A">
    <w:pPr>
      <w:pStyle w:val="Voettekst"/>
      <w:rPr>
        <w:rFonts w:ascii="Lexend Deca" w:hAnsi="Lexend Deca"/>
        <w:sz w:val="16"/>
        <w:szCs w:val="16"/>
      </w:rPr>
    </w:pPr>
    <w:r w:rsidRPr="000D66C5">
      <w:rPr>
        <w:b/>
        <w:bCs/>
        <w:noProof/>
        <w:sz w:val="16"/>
        <w:szCs w:val="16"/>
      </w:rPr>
      <w:drawing>
        <wp:anchor distT="0" distB="0" distL="114300" distR="114300" simplePos="0" relativeHeight="251659266" behindDoc="1" locked="0" layoutInCell="1" allowOverlap="1" wp14:anchorId="785AF5CD" wp14:editId="5494C3F0">
          <wp:simplePos x="0" y="0"/>
          <wp:positionH relativeFrom="column">
            <wp:posOffset>3957320</wp:posOffset>
          </wp:positionH>
          <wp:positionV relativeFrom="paragraph">
            <wp:posOffset>211455</wp:posOffset>
          </wp:positionV>
          <wp:extent cx="71755" cy="71755"/>
          <wp:effectExtent l="0" t="0" r="4445" b="4445"/>
          <wp:wrapNone/>
          <wp:docPr id="873637051" name="Graphic 8736370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3637051" name="Graphic 87363705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755" cy="71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52C7A" w:rsidRPr="00286E82">
      <w:rPr>
        <w:rFonts w:ascii="Lexend Deca" w:hAnsi="Lexend Deca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A2DC1CD" wp14:editId="7870B9B9">
              <wp:simplePos x="0" y="0"/>
              <wp:positionH relativeFrom="column">
                <wp:posOffset>5577840</wp:posOffset>
              </wp:positionH>
              <wp:positionV relativeFrom="page">
                <wp:posOffset>9683115</wp:posOffset>
              </wp:positionV>
              <wp:extent cx="846455" cy="827405"/>
              <wp:effectExtent l="0" t="0" r="4445" b="0"/>
              <wp:wrapNone/>
              <wp:docPr id="1381726726" name="Vrije vorm 138172672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/>
                    </wps:cNvSpPr>
                    <wps:spPr>
                      <a:xfrm>
                        <a:off x="0" y="0"/>
                        <a:ext cx="846455" cy="827405"/>
                      </a:xfrm>
                      <a:custGeom>
                        <a:avLst/>
                        <a:gdLst>
                          <a:gd name="connsiteX0" fmla="*/ 964430 w 964430"/>
                          <a:gd name="connsiteY0" fmla="*/ 470962 h 942875"/>
                          <a:gd name="connsiteX1" fmla="*/ 481739 w 964430"/>
                          <a:gd name="connsiteY1" fmla="*/ 0 h 942875"/>
                          <a:gd name="connsiteX2" fmla="*/ 346547 w 964430"/>
                          <a:gd name="connsiteY2" fmla="*/ 16174 h 942875"/>
                          <a:gd name="connsiteX3" fmla="*/ 346547 w 964430"/>
                          <a:gd name="connsiteY3" fmla="*/ 186482 h 942875"/>
                          <a:gd name="connsiteX4" fmla="*/ 482691 w 964430"/>
                          <a:gd name="connsiteY4" fmla="*/ 159842 h 942875"/>
                          <a:gd name="connsiteX5" fmla="*/ 791156 w 964430"/>
                          <a:gd name="connsiteY5" fmla="*/ 471913 h 942875"/>
                          <a:gd name="connsiteX6" fmla="*/ 482691 w 964430"/>
                          <a:gd name="connsiteY6" fmla="*/ 783985 h 942875"/>
                          <a:gd name="connsiteX7" fmla="*/ 174226 w 964430"/>
                          <a:gd name="connsiteY7" fmla="*/ 471913 h 942875"/>
                          <a:gd name="connsiteX8" fmla="*/ 192315 w 964430"/>
                          <a:gd name="connsiteY8" fmla="*/ 358692 h 942875"/>
                          <a:gd name="connsiteX9" fmla="*/ 12377 w 964430"/>
                          <a:gd name="connsiteY9" fmla="*/ 358692 h 942875"/>
                          <a:gd name="connsiteX10" fmla="*/ 0 w 964430"/>
                          <a:gd name="connsiteY10" fmla="*/ 471913 h 942875"/>
                          <a:gd name="connsiteX11" fmla="*/ 482691 w 964430"/>
                          <a:gd name="connsiteY11" fmla="*/ 942875 h 942875"/>
                          <a:gd name="connsiteX12" fmla="*/ 964430 w 964430"/>
                          <a:gd name="connsiteY12" fmla="*/ 470962 h 942875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  <a:cxn ang="0">
                            <a:pos x="connsiteX10" y="connsiteY10"/>
                          </a:cxn>
                          <a:cxn ang="0">
                            <a:pos x="connsiteX11" y="connsiteY11"/>
                          </a:cxn>
                          <a:cxn ang="0">
                            <a:pos x="connsiteX12" y="connsiteY12"/>
                          </a:cxn>
                        </a:cxnLst>
                        <a:rect l="l" t="t" r="r" b="b"/>
                        <a:pathLst>
                          <a:path w="964430" h="942875">
                            <a:moveTo>
                              <a:pt x="964430" y="470962"/>
                            </a:moveTo>
                            <a:cubicBezTo>
                              <a:pt x="964430" y="198851"/>
                              <a:pt x="764499" y="0"/>
                              <a:pt x="481739" y="0"/>
                            </a:cubicBezTo>
                            <a:cubicBezTo>
                              <a:pt x="434136" y="0"/>
                              <a:pt x="389390" y="5709"/>
                              <a:pt x="346547" y="16174"/>
                            </a:cubicBezTo>
                            <a:lnTo>
                              <a:pt x="346547" y="186482"/>
                            </a:lnTo>
                            <a:cubicBezTo>
                              <a:pt x="387486" y="169356"/>
                              <a:pt x="432232" y="159842"/>
                              <a:pt x="482691" y="159842"/>
                            </a:cubicBezTo>
                            <a:cubicBezTo>
                              <a:pt x="667389" y="159842"/>
                              <a:pt x="791156" y="290189"/>
                              <a:pt x="791156" y="471913"/>
                            </a:cubicBezTo>
                            <a:cubicBezTo>
                              <a:pt x="791156" y="653638"/>
                              <a:pt x="667389" y="783985"/>
                              <a:pt x="482691" y="783985"/>
                            </a:cubicBezTo>
                            <a:cubicBezTo>
                              <a:pt x="297993" y="783985"/>
                              <a:pt x="174226" y="653638"/>
                              <a:pt x="174226" y="471913"/>
                            </a:cubicBezTo>
                            <a:cubicBezTo>
                              <a:pt x="174226" y="431002"/>
                              <a:pt x="180890" y="392944"/>
                              <a:pt x="192315" y="358692"/>
                            </a:cubicBezTo>
                            <a:lnTo>
                              <a:pt x="12377" y="358692"/>
                            </a:lnTo>
                            <a:cubicBezTo>
                              <a:pt x="4760" y="394847"/>
                              <a:pt x="0" y="432904"/>
                              <a:pt x="0" y="471913"/>
                            </a:cubicBezTo>
                            <a:cubicBezTo>
                              <a:pt x="0" y="744025"/>
                              <a:pt x="199931" y="942875"/>
                              <a:pt x="482691" y="942875"/>
                            </a:cubicBezTo>
                            <a:cubicBezTo>
                              <a:pt x="765451" y="942875"/>
                              <a:pt x="964430" y="743073"/>
                              <a:pt x="964430" y="470962"/>
                            </a:cubicBezTo>
                          </a:path>
                        </a:pathLst>
                      </a:custGeom>
                      <a:solidFill>
                        <a:schemeClr val="accent6"/>
                      </a:solidFill>
                      <a:ln w="9512" cap="flat">
                        <a:noFill/>
                        <a:prstDash val="solid"/>
                        <a:miter/>
                      </a:ln>
                    </wps:spPr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50421A8" id="Vrije vorm 1381726726" o:spid="_x0000_s1026" style="position:absolute;margin-left:439.2pt;margin-top:762.45pt;width:66.65pt;height:65.1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964430,9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" path="m964430,470962c964430,198851,764499,,481739,,434136,,389390,5709,346547,16174r,170308c387486,169356,432232,159842,482691,159842v184698,,308465,130347,308465,312071c791156,653638,667389,783985,482691,783985v-184698,,-308465,-130347,-308465,-312072c174226,431002,180890,392944,192315,358692r-179938,c4760,394847,,432904,,471913,,744025,199931,942875,482691,942875v282760,,481739,-199802,481739,-471913e" fillcolor="#ffd29b [3209]" stroked="f" strokeweight=".26422mm">
              <v:stroke joinstyle="miter"/>
              <v:path arrowok="t" o:connecttype="custom" o:connectlocs="846455,413285;422810,0;304155,14193;304155,163644;423645,140267;694377,414120;423645,687974;152914,414120;168790,314764;10863,314764;0,414120;423645,827405;846455,413285" o:connectangles="0,0,0,0,0,0,0,0,0,0,0,0,0"/>
              <o:lock v:ext="edit" aspectratio="t"/>
              <w10:wrap anchory="page"/>
            </v:shape>
          </w:pict>
        </mc:Fallback>
      </mc:AlternateContent>
    </w:r>
  </w:p>
  <w:tbl>
    <w:tblPr>
      <w:tblStyle w:val="Tabel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390"/>
      <w:gridCol w:w="1559"/>
      <w:gridCol w:w="1716"/>
    </w:tblGrid>
    <w:tr w:rsidR="00A36102" w14:paraId="3D9FC039" w14:textId="77777777" w:rsidTr="00F0720E">
      <w:trPr>
        <w:trHeight w:val="283"/>
      </w:trPr>
      <w:tc>
        <w:tcPr>
          <w:tcW w:w="4390" w:type="dxa"/>
          <w:vAlign w:val="bottom"/>
        </w:tcPr>
        <w:p w14:paraId="5159CA4A" w14:textId="77777777" w:rsidR="00A36102" w:rsidRPr="000D66C5" w:rsidRDefault="00A36102" w:rsidP="0084355C">
          <w:pPr>
            <w:pStyle w:val="Voettekst"/>
            <w:rPr>
              <w:b/>
              <w:bCs/>
              <w:sz w:val="16"/>
              <w:szCs w:val="16"/>
            </w:rPr>
          </w:pPr>
          <w:r w:rsidRPr="000D66C5">
            <w:rPr>
              <w:b/>
              <w:bCs/>
              <w:noProof/>
              <w:sz w:val="16"/>
              <w:szCs w:val="16"/>
            </w:rPr>
            <w:drawing>
              <wp:inline distT="0" distB="0" distL="0" distR="0" wp14:anchorId="1791EFC3" wp14:editId="54A7C190">
                <wp:extent cx="72000" cy="72000"/>
                <wp:effectExtent l="0" t="0" r="4445" b="4445"/>
                <wp:docPr id="1417952851" name="Graphic 141795285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17952851" name="Graphic 1417952851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2000" cy="7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="003D58D4" w:rsidRPr="000D66C5">
            <w:rPr>
              <w:b/>
              <w:bCs/>
              <w:sz w:val="16"/>
              <w:szCs w:val="16"/>
            </w:rPr>
            <w:t xml:space="preserve"> </w:t>
          </w:r>
          <w:r w:rsidRPr="000D66C5">
            <w:rPr>
              <w:b/>
              <w:bCs/>
              <w:sz w:val="16"/>
              <w:szCs w:val="16"/>
            </w:rPr>
            <w:t>Volders</w:t>
          </w:r>
          <w:r w:rsidR="0053682A">
            <w:rPr>
              <w:b/>
              <w:bCs/>
              <w:sz w:val="16"/>
              <w:szCs w:val="16"/>
            </w:rPr>
            <w:t>s</w:t>
          </w:r>
          <w:r w:rsidRPr="000D66C5">
            <w:rPr>
              <w:b/>
              <w:bCs/>
              <w:sz w:val="16"/>
              <w:szCs w:val="16"/>
            </w:rPr>
            <w:t>traat 1,</w:t>
          </w:r>
          <w:r w:rsidR="0084355C" w:rsidRPr="000D66C5">
            <w:rPr>
              <w:b/>
              <w:bCs/>
              <w:sz w:val="16"/>
              <w:szCs w:val="16"/>
            </w:rPr>
            <w:t xml:space="preserve"> </w:t>
          </w:r>
          <w:r w:rsidRPr="000D66C5">
            <w:rPr>
              <w:b/>
              <w:bCs/>
              <w:sz w:val="16"/>
              <w:szCs w:val="16"/>
            </w:rPr>
            <w:t>9000 Gent</w:t>
          </w:r>
          <w:r w:rsidR="0053682A">
            <w:rPr>
              <w:b/>
              <w:bCs/>
              <w:sz w:val="16"/>
              <w:szCs w:val="16"/>
            </w:rPr>
            <w:t xml:space="preserve">     </w:t>
          </w:r>
          <w:r w:rsidR="0084355C" w:rsidRPr="000D66C5">
            <w:rPr>
              <w:b/>
              <w:bCs/>
              <w:sz w:val="16"/>
              <w:szCs w:val="16"/>
            </w:rPr>
            <w:t>BTW BE0367.300.594</w:t>
          </w:r>
        </w:p>
      </w:tc>
      <w:tc>
        <w:tcPr>
          <w:tcW w:w="1559" w:type="dxa"/>
          <w:vAlign w:val="bottom"/>
        </w:tcPr>
        <w:p w14:paraId="7CB25CFC" w14:textId="0E34BD1B" w:rsidR="00A36102" w:rsidRPr="000D66C5" w:rsidRDefault="00395348" w:rsidP="0084355C">
          <w:pPr>
            <w:pStyle w:val="Voettekst"/>
            <w:rPr>
              <w:b/>
              <w:bCs/>
              <w:sz w:val="16"/>
              <w:szCs w:val="16"/>
            </w:rPr>
          </w:pPr>
          <w:r w:rsidRPr="000D66C5">
            <w:rPr>
              <w:b/>
              <w:bCs/>
              <w:sz w:val="16"/>
              <w:szCs w:val="16"/>
            </w:rPr>
            <w:t xml:space="preserve"> </w:t>
          </w:r>
          <w:r w:rsidR="00A37D4A">
            <w:rPr>
              <w:b/>
              <w:bCs/>
              <w:sz w:val="16"/>
              <w:szCs w:val="16"/>
            </w:rPr>
            <w:t xml:space="preserve"> </w:t>
          </w:r>
          <w:r w:rsidR="00A02675">
            <w:rPr>
              <w:noProof/>
            </w:rPr>
            <w:drawing>
              <wp:inline distT="0" distB="0" distL="0" distR="0" wp14:anchorId="42B99438" wp14:editId="619437FD">
                <wp:extent cx="74742" cy="74742"/>
                <wp:effectExtent l="0" t="0" r="1905" b="1905"/>
                <wp:docPr id="642898411" name="Afbeelding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42898411" name="Graphic 642898411"/>
                        <pic:cNvPicPr/>
                      </pic:nvPicPr>
                      <pic:blipFill>
                        <a:blip r:embed="rId5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295" cy="742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="00A37D4A">
            <w:t xml:space="preserve"> </w:t>
          </w:r>
          <w:r w:rsidR="00A36102" w:rsidRPr="000D66C5">
            <w:rPr>
              <w:b/>
              <w:bCs/>
              <w:sz w:val="16"/>
              <w:szCs w:val="16"/>
            </w:rPr>
            <w:t>09 269 69 00</w:t>
          </w:r>
        </w:p>
      </w:tc>
      <w:tc>
        <w:tcPr>
          <w:tcW w:w="1716" w:type="dxa"/>
          <w:vAlign w:val="bottom"/>
        </w:tcPr>
        <w:p w14:paraId="61A62329" w14:textId="77777777" w:rsidR="00A36102" w:rsidRPr="000D66C5" w:rsidRDefault="00395348" w:rsidP="0084355C">
          <w:pPr>
            <w:pStyle w:val="Voettekst"/>
            <w:rPr>
              <w:b/>
              <w:bCs/>
              <w:sz w:val="16"/>
              <w:szCs w:val="16"/>
            </w:rPr>
          </w:pPr>
          <w:r w:rsidRPr="000D66C5">
            <w:rPr>
              <w:b/>
              <w:bCs/>
              <w:sz w:val="16"/>
              <w:szCs w:val="16"/>
            </w:rPr>
            <w:t xml:space="preserve"> </w:t>
          </w:r>
          <w:r w:rsidR="00A37D4A">
            <w:rPr>
              <w:b/>
              <w:bCs/>
              <w:sz w:val="16"/>
              <w:szCs w:val="16"/>
            </w:rPr>
            <w:t xml:space="preserve">          </w:t>
          </w:r>
          <w:r w:rsidR="00A36102" w:rsidRPr="000D66C5">
            <w:rPr>
              <w:b/>
              <w:bCs/>
              <w:sz w:val="16"/>
              <w:szCs w:val="16"/>
            </w:rPr>
            <w:t>sogent.be</w:t>
          </w:r>
        </w:p>
      </w:tc>
    </w:tr>
    <w:tr w:rsidR="0084355C" w14:paraId="332BF22D" w14:textId="77777777" w:rsidTr="00F0720E">
      <w:trPr>
        <w:trHeight w:val="231"/>
      </w:trPr>
      <w:tc>
        <w:tcPr>
          <w:tcW w:w="7665" w:type="dxa"/>
          <w:gridSpan w:val="3"/>
        </w:tcPr>
        <w:p w14:paraId="349E2CDD" w14:textId="77777777" w:rsidR="0084355C" w:rsidRDefault="0084355C">
          <w:pPr>
            <w:pStyle w:val="Voettekst"/>
            <w:rPr>
              <w:rFonts w:ascii="Lexend Deca" w:hAnsi="Lexend Deca"/>
              <w:sz w:val="16"/>
              <w:szCs w:val="16"/>
            </w:rPr>
          </w:pPr>
        </w:p>
      </w:tc>
    </w:tr>
  </w:tbl>
  <w:p w14:paraId="37F684A9" w14:textId="77777777" w:rsidR="00A36102" w:rsidRPr="00286E82" w:rsidRDefault="00A36102">
    <w:pPr>
      <w:pStyle w:val="Voettekst"/>
      <w:rPr>
        <w:rFonts w:ascii="Lexend Deca" w:hAnsi="Lexend Dec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F4B1F2" w14:textId="77777777" w:rsidR="00C61FE0" w:rsidRDefault="00C61FE0" w:rsidP="00DD6BB0">
      <w:r>
        <w:separator/>
      </w:r>
    </w:p>
  </w:footnote>
  <w:footnote w:type="continuationSeparator" w:id="0">
    <w:p w14:paraId="7BE39D54" w14:textId="77777777" w:rsidR="00C61FE0" w:rsidRDefault="00C61FE0" w:rsidP="00DD6BB0">
      <w:r>
        <w:continuationSeparator/>
      </w:r>
    </w:p>
  </w:footnote>
  <w:footnote w:type="continuationNotice" w:id="1">
    <w:p w14:paraId="338245BA" w14:textId="77777777" w:rsidR="00C61FE0" w:rsidRDefault="00C61FE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20"/>
      <w:gridCol w:w="3020"/>
      <w:gridCol w:w="3020"/>
    </w:tblGrid>
    <w:tr w:rsidR="00A839EC" w14:paraId="5DBB5D1C" w14:textId="77777777" w:rsidTr="00A839EC">
      <w:tc>
        <w:tcPr>
          <w:tcW w:w="3020" w:type="dxa"/>
        </w:tcPr>
        <w:p w14:paraId="7B4BA872" w14:textId="77777777" w:rsidR="00A839EC" w:rsidRDefault="00A839EC" w:rsidP="000E00C0">
          <w:pPr>
            <w:pStyle w:val="Koptekst"/>
          </w:pPr>
        </w:p>
      </w:tc>
      <w:tc>
        <w:tcPr>
          <w:tcW w:w="3020" w:type="dxa"/>
        </w:tcPr>
        <w:p w14:paraId="208A1CB8" w14:textId="77777777" w:rsidR="00A839EC" w:rsidRDefault="00A839EC" w:rsidP="000E00C0">
          <w:pPr>
            <w:pStyle w:val="Koptekst"/>
          </w:pPr>
        </w:p>
      </w:tc>
      <w:tc>
        <w:tcPr>
          <w:tcW w:w="3020" w:type="dxa"/>
        </w:tcPr>
        <w:p w14:paraId="6D7C89B2" w14:textId="77777777" w:rsidR="00A839EC" w:rsidRDefault="00A839EC" w:rsidP="000E00C0">
          <w:pPr>
            <w:pStyle w:val="Koptekst"/>
          </w:pPr>
        </w:p>
      </w:tc>
    </w:tr>
    <w:tr w:rsidR="00A839EC" w14:paraId="6681EDE0" w14:textId="77777777" w:rsidTr="00A839EC">
      <w:trPr>
        <w:trHeight w:val="1313"/>
      </w:trPr>
      <w:tc>
        <w:tcPr>
          <w:tcW w:w="3020" w:type="dxa"/>
        </w:tcPr>
        <w:p w14:paraId="77EFE74A" w14:textId="77777777" w:rsidR="00A839EC" w:rsidRDefault="00A839EC" w:rsidP="000E00C0">
          <w:pPr>
            <w:pStyle w:val="Koptekst"/>
          </w:pPr>
        </w:p>
      </w:tc>
      <w:tc>
        <w:tcPr>
          <w:tcW w:w="3020" w:type="dxa"/>
        </w:tcPr>
        <w:p w14:paraId="49890635" w14:textId="77777777" w:rsidR="00A839EC" w:rsidRDefault="00A839EC" w:rsidP="000E00C0">
          <w:pPr>
            <w:pStyle w:val="Koptekst"/>
          </w:pPr>
        </w:p>
      </w:tc>
      <w:tc>
        <w:tcPr>
          <w:tcW w:w="3020" w:type="dxa"/>
          <w:vAlign w:val="bottom"/>
        </w:tcPr>
        <w:p w14:paraId="28BFF0B4" w14:textId="77777777" w:rsidR="00A839EC" w:rsidRPr="000D66C5" w:rsidRDefault="00A839EC" w:rsidP="00A839EC">
          <w:pPr>
            <w:pStyle w:val="Koptekst"/>
            <w:jc w:val="right"/>
            <w:rPr>
              <w:rFonts w:ascii="Arial Black" w:hAnsi="Arial Black"/>
              <w:b/>
              <w:bCs/>
              <w:color w:val="F52654" w:themeColor="accent2"/>
              <w:sz w:val="32"/>
              <w:szCs w:val="32"/>
            </w:rPr>
          </w:pPr>
        </w:p>
      </w:tc>
    </w:tr>
  </w:tbl>
  <w:p w14:paraId="218F84F7" w14:textId="77777777" w:rsidR="00DD6BB0" w:rsidRDefault="00AB25AE" w:rsidP="000E00C0">
    <w:pPr>
      <w:pStyle w:val="Koptekst"/>
    </w:pPr>
    <w:r>
      <w:rPr>
        <w:rFonts w:ascii="Lexend Deca" w:hAnsi="Lexend Deca"/>
        <w:noProof/>
        <w:sz w:val="56"/>
        <w:szCs w:val="56"/>
      </w:rPr>
      <w:drawing>
        <wp:anchor distT="0" distB="0" distL="114300" distR="114300" simplePos="0" relativeHeight="251658242" behindDoc="1" locked="0" layoutInCell="1" allowOverlap="1" wp14:anchorId="7E199D3A" wp14:editId="37B1AB10">
          <wp:simplePos x="0" y="0"/>
          <wp:positionH relativeFrom="column">
            <wp:posOffset>-58459</wp:posOffset>
          </wp:positionH>
          <wp:positionV relativeFrom="page">
            <wp:posOffset>751437</wp:posOffset>
          </wp:positionV>
          <wp:extent cx="1812653" cy="760491"/>
          <wp:effectExtent l="0" t="0" r="0" b="0"/>
          <wp:wrapNone/>
          <wp:docPr id="412766345" name="Afbeelding 4127663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8675105" name="Afbeelding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8640" cy="77139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41270" w:rsidRPr="00DD6BB0">
      <w:rPr>
        <w:rFonts w:ascii="Lexend Deca" w:hAnsi="Lexend Deca"/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5FC5B5B" wp14:editId="2D498408">
              <wp:simplePos x="0" y="0"/>
              <wp:positionH relativeFrom="column">
                <wp:posOffset>-665480</wp:posOffset>
              </wp:positionH>
              <wp:positionV relativeFrom="page">
                <wp:posOffset>190500</wp:posOffset>
              </wp:positionV>
              <wp:extent cx="650875" cy="827405"/>
              <wp:effectExtent l="0" t="0" r="0" b="0"/>
              <wp:wrapNone/>
              <wp:docPr id="217819059" name="Vrije vorm 21781905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/>
                    </wps:cNvSpPr>
                    <wps:spPr>
                      <a:xfrm>
                        <a:off x="0" y="0"/>
                        <a:ext cx="650875" cy="827405"/>
                      </a:xfrm>
                      <a:custGeom>
                        <a:avLst/>
                        <a:gdLst>
                          <a:gd name="connsiteX0" fmla="*/ 174226 w 741649"/>
                          <a:gd name="connsiteY0" fmla="*/ 660298 h 942875"/>
                          <a:gd name="connsiteX1" fmla="*/ 0 w 741649"/>
                          <a:gd name="connsiteY1" fmla="*/ 660298 h 942875"/>
                          <a:gd name="connsiteX2" fmla="*/ 371301 w 741649"/>
                          <a:gd name="connsiteY2" fmla="*/ 942875 h 942875"/>
                          <a:gd name="connsiteX3" fmla="*/ 432232 w 741649"/>
                          <a:gd name="connsiteY3" fmla="*/ 940021 h 942875"/>
                          <a:gd name="connsiteX4" fmla="*/ 432232 w 741649"/>
                          <a:gd name="connsiteY4" fmla="*/ 782082 h 942875"/>
                          <a:gd name="connsiteX5" fmla="*/ 371301 w 741649"/>
                          <a:gd name="connsiteY5" fmla="*/ 786839 h 942875"/>
                          <a:gd name="connsiteX6" fmla="*/ 174226 w 741649"/>
                          <a:gd name="connsiteY6" fmla="*/ 660298 h 942875"/>
                          <a:gd name="connsiteX7" fmla="*/ 549335 w 741649"/>
                          <a:gd name="connsiteY7" fmla="*/ 275917 h 942875"/>
                          <a:gd name="connsiteX8" fmla="*/ 719752 w 741649"/>
                          <a:gd name="connsiteY8" fmla="*/ 275917 h 942875"/>
                          <a:gd name="connsiteX9" fmla="*/ 369397 w 741649"/>
                          <a:gd name="connsiteY9" fmla="*/ 0 h 942875"/>
                          <a:gd name="connsiteX10" fmla="*/ 17137 w 741649"/>
                          <a:gd name="connsiteY10" fmla="*/ 294946 h 942875"/>
                          <a:gd name="connsiteX11" fmla="*/ 361780 w 741649"/>
                          <a:gd name="connsiteY11" fmla="*/ 548980 h 942875"/>
                          <a:gd name="connsiteX12" fmla="*/ 559807 w 741649"/>
                          <a:gd name="connsiteY12" fmla="*/ 621289 h 942875"/>
                          <a:gd name="connsiteX13" fmla="*/ 741650 w 741649"/>
                          <a:gd name="connsiteY13" fmla="*/ 621289 h 942875"/>
                          <a:gd name="connsiteX14" fmla="*/ 396054 w 741649"/>
                          <a:gd name="connsiteY14" fmla="*/ 389138 h 942875"/>
                          <a:gd name="connsiteX15" fmla="*/ 191363 w 741649"/>
                          <a:gd name="connsiteY15" fmla="*/ 280674 h 942875"/>
                          <a:gd name="connsiteX16" fmla="*/ 371301 w 741649"/>
                          <a:gd name="connsiteY16" fmla="*/ 156036 h 942875"/>
                          <a:gd name="connsiteX17" fmla="*/ 549335 w 741649"/>
                          <a:gd name="connsiteY17" fmla="*/ 275917 h 942875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  <a:cxn ang="0">
                            <a:pos x="connsiteX10" y="connsiteY10"/>
                          </a:cxn>
                          <a:cxn ang="0">
                            <a:pos x="connsiteX11" y="connsiteY11"/>
                          </a:cxn>
                          <a:cxn ang="0">
                            <a:pos x="connsiteX12" y="connsiteY12"/>
                          </a:cxn>
                          <a:cxn ang="0">
                            <a:pos x="connsiteX13" y="connsiteY13"/>
                          </a:cxn>
                          <a:cxn ang="0">
                            <a:pos x="connsiteX14" y="connsiteY14"/>
                          </a:cxn>
                          <a:cxn ang="0">
                            <a:pos x="connsiteX15" y="connsiteY15"/>
                          </a:cxn>
                          <a:cxn ang="0">
                            <a:pos x="connsiteX16" y="connsiteY16"/>
                          </a:cxn>
                          <a:cxn ang="0">
                            <a:pos x="connsiteX17" y="connsiteY17"/>
                          </a:cxn>
                        </a:cxnLst>
                        <a:rect l="l" t="t" r="r" b="b"/>
                        <a:pathLst>
                          <a:path w="741649" h="942875">
                            <a:moveTo>
                              <a:pt x="174226" y="660298"/>
                            </a:moveTo>
                            <a:lnTo>
                              <a:pt x="0" y="660298"/>
                            </a:lnTo>
                            <a:cubicBezTo>
                              <a:pt x="5712" y="822994"/>
                              <a:pt x="146616" y="942875"/>
                              <a:pt x="371301" y="942875"/>
                            </a:cubicBezTo>
                            <a:cubicBezTo>
                              <a:pt x="392246" y="942875"/>
                              <a:pt x="412239" y="941924"/>
                              <a:pt x="432232" y="940021"/>
                            </a:cubicBezTo>
                            <a:lnTo>
                              <a:pt x="432232" y="782082"/>
                            </a:lnTo>
                            <a:cubicBezTo>
                              <a:pt x="414143" y="784937"/>
                              <a:pt x="393198" y="786839"/>
                              <a:pt x="371301" y="786839"/>
                            </a:cubicBezTo>
                            <a:cubicBezTo>
                              <a:pt x="246582" y="787791"/>
                              <a:pt x="177082" y="734510"/>
                              <a:pt x="174226" y="660298"/>
                            </a:cubicBezTo>
                            <a:moveTo>
                              <a:pt x="549335" y="275917"/>
                            </a:moveTo>
                            <a:lnTo>
                              <a:pt x="719752" y="275917"/>
                            </a:lnTo>
                            <a:cubicBezTo>
                              <a:pt x="715944" y="121784"/>
                              <a:pt x="583609" y="0"/>
                              <a:pt x="369397" y="0"/>
                            </a:cubicBezTo>
                            <a:cubicBezTo>
                              <a:pt x="155185" y="0"/>
                              <a:pt x="17137" y="119881"/>
                              <a:pt x="17137" y="294946"/>
                            </a:cubicBezTo>
                            <a:cubicBezTo>
                              <a:pt x="17137" y="499505"/>
                              <a:pt x="205644" y="529000"/>
                              <a:pt x="361780" y="548980"/>
                            </a:cubicBezTo>
                            <a:cubicBezTo>
                              <a:pt x="455082" y="561349"/>
                              <a:pt x="535054" y="570863"/>
                              <a:pt x="559807" y="621289"/>
                            </a:cubicBezTo>
                            <a:lnTo>
                              <a:pt x="741650" y="621289"/>
                            </a:lnTo>
                            <a:cubicBezTo>
                              <a:pt x="728321" y="435759"/>
                              <a:pt x="546479" y="408167"/>
                              <a:pt x="396054" y="389138"/>
                            </a:cubicBezTo>
                            <a:cubicBezTo>
                              <a:pt x="285616" y="374867"/>
                              <a:pt x="191363" y="365352"/>
                              <a:pt x="191363" y="280674"/>
                            </a:cubicBezTo>
                            <a:cubicBezTo>
                              <a:pt x="191363" y="210268"/>
                              <a:pt x="257054" y="156036"/>
                              <a:pt x="371301" y="156036"/>
                            </a:cubicBezTo>
                            <a:cubicBezTo>
                              <a:pt x="480787" y="156987"/>
                              <a:pt x="543623" y="207414"/>
                              <a:pt x="549335" y="275917"/>
                            </a:cubicBezTo>
                          </a:path>
                        </a:pathLst>
                      </a:custGeom>
                      <a:solidFill>
                        <a:schemeClr val="accent6"/>
                      </a:solidFill>
                      <a:ln w="9512" cap="flat">
                        <a:noFill/>
                        <a:prstDash val="solid"/>
                        <a:miter/>
                      </a:ln>
                    </wps:spPr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8A93EA8" id="Vrije vorm 217819059" o:spid="_x0000_s1026" style="position:absolute;margin-left:-52.4pt;margin-top:15pt;width:51.25pt;height:65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741649,9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" path="m174226,660298l,660298c5712,822994,146616,942875,371301,942875v20945,,40938,-951,60931,-2854l432232,782082v-18089,2855,-39034,4757,-60931,4757c246582,787791,177082,734510,174226,660298m549335,275917r170417,c715944,121784,583609,,369397,,155185,,17137,119881,17137,294946v,204559,188507,234054,344643,254034c455082,561349,535054,570863,559807,621289r181843,c728321,435759,546479,408167,396054,389138,285616,374867,191363,365352,191363,280674v,-70406,65691,-124638,179938,-124638c480787,156987,543623,207414,549335,275917e" fillcolor="#ffd29b [3209]" stroked="f" strokeweight=".26422mm">
              <v:stroke joinstyle="miter"/>
              <v:path arrowok="t" o:connecttype="custom" o:connectlocs="152902,579434;0,579434;325856,827405;379329,824901;379329,686304;325856,690478;152902,579434;482099,242127;631658,242127;324185,0;15040,258825;317500,481749;491290,545202;650876,545202;347579,341482;167941,246301;325856,136927;482099,242127" o:connectangles="0,0,0,0,0,0,0,0,0,0,0,0,0,0,0,0,0,0"/>
              <o:lock v:ext="edit" aspectratio="t"/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41" type="#_x0000_t75" style="width:304.3pt;height:299.15pt" o:bullet="t">
        <v:imagedata r:id="rId1" o:title="bullet rood"/>
      </v:shape>
    </w:pict>
  </w:numPicBullet>
  <w:numPicBullet w:numPicBulletId="1">
    <w:pict>
      <v:shape id="_x0000_i1342" type="#_x0000_t75" style="width:6pt;height:6pt;visibility:visible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" o:bullet="t">
        <v:imagedata r:id="rId2" o:title=""/>
      </v:shape>
    </w:pict>
  </w:numPicBullet>
  <w:abstractNum w:abstractNumId="0" w15:restartNumberingAfterBreak="0">
    <w:nsid w:val="06977FB7"/>
    <w:multiLevelType w:val="multilevel"/>
    <w:tmpl w:val="446C377E"/>
    <w:styleLink w:val="Huidigelijst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5A04D3"/>
    <w:multiLevelType w:val="multilevel"/>
    <w:tmpl w:val="59C41C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1CE1DF2"/>
    <w:multiLevelType w:val="hybridMultilevel"/>
    <w:tmpl w:val="0D246806"/>
    <w:lvl w:ilvl="0" w:tplc="BBC8797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04113D"/>
    <w:multiLevelType w:val="hybridMultilevel"/>
    <w:tmpl w:val="DB3ACCB6"/>
    <w:lvl w:ilvl="0" w:tplc="21BC7604">
      <w:start w:val="1"/>
      <w:numFmt w:val="upperLetter"/>
      <w:pStyle w:val="Stijl1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7173F1"/>
    <w:multiLevelType w:val="hybridMultilevel"/>
    <w:tmpl w:val="5CEC421A"/>
    <w:lvl w:ilvl="0" w:tplc="FAAE7B94">
      <w:start w:val="1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Palatino Linotype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101"/>
        </w:tabs>
        <w:ind w:left="1101" w:hanging="360"/>
      </w:pPr>
      <w:rPr>
        <w:rFonts w:ascii="Courier New" w:hAnsi="Courier New" w:cs="Palatino Linotype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21"/>
        </w:tabs>
        <w:ind w:left="1821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41"/>
        </w:tabs>
        <w:ind w:left="2541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61"/>
        </w:tabs>
        <w:ind w:left="3261" w:hanging="360"/>
      </w:pPr>
      <w:rPr>
        <w:rFonts w:ascii="Courier New" w:hAnsi="Courier New" w:cs="Palatino Linotype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81"/>
        </w:tabs>
        <w:ind w:left="3981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701"/>
        </w:tabs>
        <w:ind w:left="4701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21"/>
        </w:tabs>
        <w:ind w:left="5421" w:hanging="360"/>
      </w:pPr>
      <w:rPr>
        <w:rFonts w:ascii="Courier New" w:hAnsi="Courier New" w:cs="Palatino Linotype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41"/>
        </w:tabs>
        <w:ind w:left="6141" w:hanging="360"/>
      </w:pPr>
      <w:rPr>
        <w:rFonts w:ascii="Wingdings" w:hAnsi="Wingdings" w:hint="default"/>
      </w:rPr>
    </w:lvl>
  </w:abstractNum>
  <w:abstractNum w:abstractNumId="5" w15:restartNumberingAfterBreak="0">
    <w:nsid w:val="3BDB0392"/>
    <w:multiLevelType w:val="hybridMultilevel"/>
    <w:tmpl w:val="685CE96C"/>
    <w:lvl w:ilvl="0" w:tplc="0908D638">
      <w:numFmt w:val="bullet"/>
      <w:lvlText w:val="-"/>
      <w:lvlJc w:val="left"/>
      <w:pPr>
        <w:ind w:left="1440" w:hanging="360"/>
      </w:pPr>
      <w:rPr>
        <w:rFonts w:ascii="Tahoma" w:eastAsia="Times New Roman" w:hAnsi="Tahoma" w:cs="Palatino Linotype" w:hint="default"/>
      </w:rPr>
    </w:lvl>
    <w:lvl w:ilvl="1" w:tplc="08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0A92B69"/>
    <w:multiLevelType w:val="hybridMultilevel"/>
    <w:tmpl w:val="2474C1CC"/>
    <w:lvl w:ilvl="0" w:tplc="6046E5DE">
      <w:start w:val="1"/>
      <w:numFmt w:val="bullet"/>
      <w:pStyle w:val="Bullet"/>
      <w:lvlText w:val=""/>
      <w:lvlPicBulletId w:val="0"/>
      <w:lvlJc w:val="left"/>
      <w:pPr>
        <w:ind w:left="1021" w:hanging="454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4B5115"/>
    <w:multiLevelType w:val="multilevel"/>
    <w:tmpl w:val="75FA9204"/>
    <w:styleLink w:val="Huidigelijst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70815D1C"/>
    <w:multiLevelType w:val="multilevel"/>
    <w:tmpl w:val="D2C42AD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∙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E24DD1"/>
    <w:multiLevelType w:val="hybridMultilevel"/>
    <w:tmpl w:val="36FE2536"/>
    <w:lvl w:ilvl="0" w:tplc="9EFA7EE0">
      <w:start w:val="1"/>
      <w:numFmt w:val="bullet"/>
      <w:pStyle w:val="Lijstalinea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4DD1288"/>
    <w:multiLevelType w:val="multilevel"/>
    <w:tmpl w:val="DD328746"/>
    <w:lvl w:ilvl="0">
      <w:start w:val="1"/>
      <w:numFmt w:val="decimal"/>
      <w:pStyle w:val="Kop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ind w:left="1224" w:hanging="504"/>
      </w:pPr>
    </w:lvl>
    <w:lvl w:ilvl="3">
      <w:start w:val="1"/>
      <w:numFmt w:val="decimal"/>
      <w:pStyle w:val="Kop4"/>
      <w:lvlText w:val="%1.%2.%3.%4."/>
      <w:lvlJc w:val="left"/>
      <w:pPr>
        <w:ind w:left="1728" w:hanging="648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31143161">
    <w:abstractNumId w:val="1"/>
  </w:num>
  <w:num w:numId="2" w16cid:durableId="605043988">
    <w:abstractNumId w:val="10"/>
  </w:num>
  <w:num w:numId="3" w16cid:durableId="1363625038">
    <w:abstractNumId w:val="0"/>
  </w:num>
  <w:num w:numId="4" w16cid:durableId="1431780950">
    <w:abstractNumId w:val="7"/>
  </w:num>
  <w:num w:numId="5" w16cid:durableId="1190995122">
    <w:abstractNumId w:val="10"/>
  </w:num>
  <w:num w:numId="6" w16cid:durableId="1898544407">
    <w:abstractNumId w:val="2"/>
  </w:num>
  <w:num w:numId="7" w16cid:durableId="507671433">
    <w:abstractNumId w:val="6"/>
  </w:num>
  <w:num w:numId="8" w16cid:durableId="1431506582">
    <w:abstractNumId w:val="9"/>
  </w:num>
  <w:num w:numId="9" w16cid:durableId="568614247">
    <w:abstractNumId w:val="8"/>
  </w:num>
  <w:num w:numId="10" w16cid:durableId="1969360356">
    <w:abstractNumId w:val="3"/>
  </w:num>
  <w:num w:numId="11" w16cid:durableId="1325936841">
    <w:abstractNumId w:val="4"/>
  </w:num>
  <w:num w:numId="12" w16cid:durableId="200142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attachedTemplate r:id="rId1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FE0"/>
    <w:rsid w:val="00032B64"/>
    <w:rsid w:val="00041270"/>
    <w:rsid w:val="000448E7"/>
    <w:rsid w:val="00045228"/>
    <w:rsid w:val="00052945"/>
    <w:rsid w:val="00052EEE"/>
    <w:rsid w:val="00091D26"/>
    <w:rsid w:val="000B69E3"/>
    <w:rsid w:val="000C1DF7"/>
    <w:rsid w:val="000D66C5"/>
    <w:rsid w:val="000E00C0"/>
    <w:rsid w:val="00156141"/>
    <w:rsid w:val="001820F5"/>
    <w:rsid w:val="001B2E46"/>
    <w:rsid w:val="001E76D4"/>
    <w:rsid w:val="00223D76"/>
    <w:rsid w:val="00241B4F"/>
    <w:rsid w:val="00286E82"/>
    <w:rsid w:val="002B2C07"/>
    <w:rsid w:val="002C0061"/>
    <w:rsid w:val="002E70E0"/>
    <w:rsid w:val="00320C1E"/>
    <w:rsid w:val="00325D71"/>
    <w:rsid w:val="00361975"/>
    <w:rsid w:val="0038219B"/>
    <w:rsid w:val="00395348"/>
    <w:rsid w:val="00396537"/>
    <w:rsid w:val="003B65C1"/>
    <w:rsid w:val="003D58D4"/>
    <w:rsid w:val="004059BB"/>
    <w:rsid w:val="0042220F"/>
    <w:rsid w:val="004402B1"/>
    <w:rsid w:val="0044110C"/>
    <w:rsid w:val="004431ED"/>
    <w:rsid w:val="00460A57"/>
    <w:rsid w:val="00486485"/>
    <w:rsid w:val="004A41F8"/>
    <w:rsid w:val="00521D37"/>
    <w:rsid w:val="0052200A"/>
    <w:rsid w:val="00522816"/>
    <w:rsid w:val="00523DDF"/>
    <w:rsid w:val="005302B9"/>
    <w:rsid w:val="0053682A"/>
    <w:rsid w:val="00585564"/>
    <w:rsid w:val="0059060B"/>
    <w:rsid w:val="00591CDB"/>
    <w:rsid w:val="005950F4"/>
    <w:rsid w:val="005F592F"/>
    <w:rsid w:val="006177F2"/>
    <w:rsid w:val="006527E0"/>
    <w:rsid w:val="00653544"/>
    <w:rsid w:val="00675CA8"/>
    <w:rsid w:val="006964EB"/>
    <w:rsid w:val="006D29E1"/>
    <w:rsid w:val="006E17AA"/>
    <w:rsid w:val="00701022"/>
    <w:rsid w:val="00726304"/>
    <w:rsid w:val="007347D8"/>
    <w:rsid w:val="00741ADC"/>
    <w:rsid w:val="007867B3"/>
    <w:rsid w:val="00794906"/>
    <w:rsid w:val="007B682D"/>
    <w:rsid w:val="007D1978"/>
    <w:rsid w:val="007F42BA"/>
    <w:rsid w:val="00821CFE"/>
    <w:rsid w:val="00822DED"/>
    <w:rsid w:val="00837DBB"/>
    <w:rsid w:val="0084355C"/>
    <w:rsid w:val="008E6288"/>
    <w:rsid w:val="00902F88"/>
    <w:rsid w:val="009104C2"/>
    <w:rsid w:val="009500D0"/>
    <w:rsid w:val="00952C7A"/>
    <w:rsid w:val="00977CF6"/>
    <w:rsid w:val="00992998"/>
    <w:rsid w:val="00996FF6"/>
    <w:rsid w:val="009B3E3C"/>
    <w:rsid w:val="00A02675"/>
    <w:rsid w:val="00A238F7"/>
    <w:rsid w:val="00A25A1C"/>
    <w:rsid w:val="00A36102"/>
    <w:rsid w:val="00A37D4A"/>
    <w:rsid w:val="00A44F3D"/>
    <w:rsid w:val="00A60495"/>
    <w:rsid w:val="00A6203D"/>
    <w:rsid w:val="00A812AD"/>
    <w:rsid w:val="00A839EC"/>
    <w:rsid w:val="00AA1CA4"/>
    <w:rsid w:val="00AB25AE"/>
    <w:rsid w:val="00AD0DAA"/>
    <w:rsid w:val="00AE40BE"/>
    <w:rsid w:val="00AE727D"/>
    <w:rsid w:val="00B00733"/>
    <w:rsid w:val="00B00944"/>
    <w:rsid w:val="00B600D7"/>
    <w:rsid w:val="00B70370"/>
    <w:rsid w:val="00B87BA1"/>
    <w:rsid w:val="00BB055E"/>
    <w:rsid w:val="00BF6F53"/>
    <w:rsid w:val="00BF7542"/>
    <w:rsid w:val="00C0333F"/>
    <w:rsid w:val="00C22302"/>
    <w:rsid w:val="00C51C3E"/>
    <w:rsid w:val="00C61FE0"/>
    <w:rsid w:val="00C975BF"/>
    <w:rsid w:val="00CC6328"/>
    <w:rsid w:val="00CD401C"/>
    <w:rsid w:val="00D00E6A"/>
    <w:rsid w:val="00D31BBD"/>
    <w:rsid w:val="00D3473D"/>
    <w:rsid w:val="00D50601"/>
    <w:rsid w:val="00D52675"/>
    <w:rsid w:val="00DB1E95"/>
    <w:rsid w:val="00DC6865"/>
    <w:rsid w:val="00DD6BB0"/>
    <w:rsid w:val="00DE117B"/>
    <w:rsid w:val="00DE1503"/>
    <w:rsid w:val="00DE2775"/>
    <w:rsid w:val="00DE7251"/>
    <w:rsid w:val="00E52839"/>
    <w:rsid w:val="00E81277"/>
    <w:rsid w:val="00F0720E"/>
    <w:rsid w:val="00F07F0F"/>
    <w:rsid w:val="00F16D8E"/>
    <w:rsid w:val="00F27F38"/>
    <w:rsid w:val="00F3259C"/>
    <w:rsid w:val="00F353D3"/>
    <w:rsid w:val="00FA1AB0"/>
    <w:rsid w:val="00FB2B57"/>
    <w:rsid w:val="00FE0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699FA643"/>
  <w15:chartTrackingRefBased/>
  <w15:docId w15:val="{4FB2EFF3-401C-453E-8B9D-00FB2C107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="Arial"/>
        <w:kern w:val="2"/>
        <w:sz w:val="22"/>
        <w:szCs w:val="22"/>
        <w:lang w:val="nl-B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8"/>
    <w:lsdException w:name="Intense Emphasis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unhideWhenUsed/>
    <w:rsid w:val="004431ED"/>
    <w:pPr>
      <w:overflowPunct w:val="0"/>
      <w:autoSpaceDE w:val="0"/>
      <w:autoSpaceDN w:val="0"/>
      <w:adjustRightInd w:val="0"/>
      <w:spacing w:before="120" w:after="120" w:line="288" w:lineRule="auto"/>
      <w:textAlignment w:val="baseline"/>
    </w:pPr>
  </w:style>
  <w:style w:type="paragraph" w:styleId="Kop1">
    <w:name w:val="heading 1"/>
    <w:basedOn w:val="Titel"/>
    <w:next w:val="Kop2"/>
    <w:link w:val="Kop1Char"/>
    <w:uiPriority w:val="9"/>
    <w:qFormat/>
    <w:rsid w:val="002B2C07"/>
    <w:pPr>
      <w:numPr>
        <w:numId w:val="2"/>
      </w:numPr>
      <w:spacing w:before="360" w:after="240"/>
      <w:ind w:left="567" w:hanging="567"/>
      <w:outlineLvl w:val="0"/>
    </w:pPr>
    <w:rPr>
      <w:color w:val="F52654" w:themeColor="accent2"/>
    </w:rPr>
  </w:style>
  <w:style w:type="paragraph" w:styleId="Kop2">
    <w:name w:val="heading 2"/>
    <w:basedOn w:val="Standaard"/>
    <w:next w:val="Kop3"/>
    <w:link w:val="Kop2Char"/>
    <w:uiPriority w:val="9"/>
    <w:unhideWhenUsed/>
    <w:qFormat/>
    <w:rsid w:val="002B2C07"/>
    <w:pPr>
      <w:keepNext/>
      <w:keepLines/>
      <w:numPr>
        <w:ilvl w:val="1"/>
        <w:numId w:val="2"/>
      </w:numPr>
      <w:spacing w:before="240" w:after="240"/>
      <w:ind w:left="709" w:hanging="709"/>
      <w:outlineLvl w:val="1"/>
    </w:pPr>
    <w:rPr>
      <w:rFonts w:eastAsiaTheme="majorEastAsia"/>
      <w:color w:val="F52654" w:themeColor="accent2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0D66C5"/>
    <w:pPr>
      <w:keepNext/>
      <w:keepLines/>
      <w:numPr>
        <w:ilvl w:val="2"/>
        <w:numId w:val="2"/>
      </w:numPr>
      <w:spacing w:before="240" w:after="240"/>
      <w:ind w:left="851" w:hanging="851"/>
      <w:outlineLvl w:val="2"/>
    </w:pPr>
    <w:rPr>
      <w:rFonts w:eastAsiaTheme="majorEastAsia"/>
      <w:b/>
      <w:bCs/>
      <w:color w:val="000000" w:themeColor="text2"/>
      <w:sz w:val="24"/>
      <w:szCs w:val="24"/>
    </w:rPr>
  </w:style>
  <w:style w:type="paragraph" w:styleId="Kop4">
    <w:name w:val="heading 4"/>
    <w:basedOn w:val="Standaard"/>
    <w:next w:val="Standaard"/>
    <w:link w:val="Kop4Char"/>
    <w:uiPriority w:val="9"/>
    <w:unhideWhenUsed/>
    <w:rsid w:val="006964EB"/>
    <w:pPr>
      <w:keepNext/>
      <w:keepLines/>
      <w:numPr>
        <w:ilvl w:val="3"/>
        <w:numId w:val="2"/>
      </w:numPr>
      <w:spacing w:before="240" w:after="240"/>
      <w:ind w:left="1134" w:hanging="1134"/>
      <w:outlineLvl w:val="3"/>
    </w:pPr>
    <w:rPr>
      <w:rFonts w:eastAsiaTheme="majorEastAsia"/>
      <w:color w:val="000000" w:themeColor="text2"/>
      <w:sz w:val="24"/>
      <w:szCs w:val="24"/>
      <w:u w:val="single"/>
    </w:rPr>
  </w:style>
  <w:style w:type="paragraph" w:styleId="Kop5">
    <w:name w:val="heading 5"/>
    <w:basedOn w:val="Standaard"/>
    <w:next w:val="Standaard"/>
    <w:link w:val="Kop5Char"/>
    <w:uiPriority w:val="9"/>
    <w:semiHidden/>
    <w:rsid w:val="00F353D3"/>
    <w:pPr>
      <w:keepNext/>
      <w:keepLines/>
      <w:spacing w:before="40"/>
      <w:outlineLvl w:val="4"/>
    </w:pPr>
    <w:rPr>
      <w:rFonts w:eastAsiaTheme="majorEastAsia" w:cstheme="majorBidi"/>
      <w:b/>
      <w:color w:val="3B128E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DD6BB0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DD6BB0"/>
  </w:style>
  <w:style w:type="paragraph" w:styleId="Voettekst">
    <w:name w:val="footer"/>
    <w:basedOn w:val="Standaard"/>
    <w:link w:val="VoettekstChar"/>
    <w:uiPriority w:val="99"/>
    <w:unhideWhenUsed/>
    <w:rsid w:val="00DD6BB0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DD6BB0"/>
  </w:style>
  <w:style w:type="character" w:styleId="Hyperlink">
    <w:name w:val="Hyperlink"/>
    <w:basedOn w:val="Standaardalinea-lettertype"/>
    <w:uiPriority w:val="6"/>
    <w:rsid w:val="00D00E6A"/>
    <w:rPr>
      <w:color w:val="5019BD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D00E6A"/>
    <w:rPr>
      <w:color w:val="605E5C"/>
      <w:shd w:val="clear" w:color="auto" w:fill="E1DFDD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6964EB"/>
    <w:rPr>
      <w:rFonts w:eastAsiaTheme="majorEastAsia" w:cstheme="majorBidi"/>
      <w:b/>
      <w:color w:val="3B128E" w:themeColor="accent1" w:themeShade="BF"/>
    </w:rPr>
  </w:style>
  <w:style w:type="character" w:styleId="Zwaar">
    <w:name w:val="Strong"/>
    <w:basedOn w:val="Standaardalinea-lettertype"/>
    <w:uiPriority w:val="22"/>
    <w:rsid w:val="00DC6865"/>
    <w:rPr>
      <w:b/>
      <w:bCs/>
    </w:rPr>
  </w:style>
  <w:style w:type="character" w:styleId="Intensievebenadrukking">
    <w:name w:val="Intense Emphasis"/>
    <w:basedOn w:val="Standaardalinea-lettertype"/>
    <w:uiPriority w:val="18"/>
    <w:semiHidden/>
    <w:rsid w:val="00DC6865"/>
    <w:rPr>
      <w:i/>
      <w:iCs/>
      <w:color w:val="5019BE" w:themeColor="accent1"/>
    </w:rPr>
  </w:style>
  <w:style w:type="table" w:styleId="Tabelraster">
    <w:name w:val="Table Grid"/>
    <w:basedOn w:val="Standaardtabel"/>
    <w:uiPriority w:val="59"/>
    <w:rsid w:val="00CD401C"/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GevolgdeHyperlink">
    <w:name w:val="FollowedHyperlink"/>
    <w:basedOn w:val="Standaardalinea-lettertype"/>
    <w:uiPriority w:val="99"/>
    <w:semiHidden/>
    <w:unhideWhenUsed/>
    <w:rsid w:val="00C0333F"/>
    <w:rPr>
      <w:color w:val="5019BD" w:themeColor="followedHyperlink"/>
      <w:u w:val="single"/>
    </w:rPr>
  </w:style>
  <w:style w:type="paragraph" w:styleId="Titel">
    <w:name w:val="Title"/>
    <w:basedOn w:val="Standaard"/>
    <w:next w:val="Standaard"/>
    <w:link w:val="TitelChar"/>
    <w:uiPriority w:val="11"/>
    <w:qFormat/>
    <w:rsid w:val="000D66C5"/>
    <w:pPr>
      <w:spacing w:before="600"/>
    </w:pPr>
    <w:rPr>
      <w:rFonts w:ascii="Arial Black" w:hAnsi="Arial Black"/>
      <w:b/>
      <w:bCs/>
      <w:color w:val="000000" w:themeColor="text2"/>
      <w:sz w:val="28"/>
      <w:szCs w:val="28"/>
    </w:rPr>
  </w:style>
  <w:style w:type="character" w:customStyle="1" w:styleId="TitelChar">
    <w:name w:val="Titel Char"/>
    <w:basedOn w:val="Standaardalinea-lettertype"/>
    <w:link w:val="Titel"/>
    <w:uiPriority w:val="11"/>
    <w:rsid w:val="00DC6865"/>
    <w:rPr>
      <w:rFonts w:ascii="Arial Black" w:hAnsi="Arial Black"/>
      <w:b/>
      <w:bCs/>
      <w:color w:val="000000" w:themeColor="text2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rsid w:val="00DC686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Kop1Char">
    <w:name w:val="Kop 1 Char"/>
    <w:basedOn w:val="Standaardalinea-lettertype"/>
    <w:link w:val="Kop1"/>
    <w:uiPriority w:val="9"/>
    <w:rsid w:val="002B2C07"/>
    <w:rPr>
      <w:rFonts w:ascii="Arial Black" w:hAnsi="Arial Black"/>
      <w:b/>
      <w:bCs/>
      <w:color w:val="F52654" w:themeColor="accent2"/>
      <w:sz w:val="28"/>
      <w:szCs w:val="28"/>
    </w:rPr>
  </w:style>
  <w:style w:type="paragraph" w:customStyle="1" w:styleId="Bullet">
    <w:name w:val="Bullet"/>
    <w:basedOn w:val="Standaard"/>
    <w:link w:val="BulletChar"/>
    <w:uiPriority w:val="10"/>
    <w:qFormat/>
    <w:rsid w:val="00DC6865"/>
    <w:pPr>
      <w:numPr>
        <w:numId w:val="7"/>
      </w:numPr>
    </w:pPr>
  </w:style>
  <w:style w:type="character" w:customStyle="1" w:styleId="BulletChar">
    <w:name w:val="Bullet Char"/>
    <w:basedOn w:val="Standaardalinea-lettertype"/>
    <w:link w:val="Bullet"/>
    <w:uiPriority w:val="10"/>
    <w:rsid w:val="00DC6865"/>
  </w:style>
  <w:style w:type="character" w:styleId="Tekstvantijdelijkeaanduiding">
    <w:name w:val="Placeholder Text"/>
    <w:basedOn w:val="Standaardalinea-lettertype"/>
    <w:uiPriority w:val="99"/>
    <w:semiHidden/>
    <w:rsid w:val="00A839EC"/>
    <w:rPr>
      <w:color w:val="808080"/>
    </w:rPr>
  </w:style>
  <w:style w:type="character" w:customStyle="1" w:styleId="Kop2Char">
    <w:name w:val="Kop 2 Char"/>
    <w:basedOn w:val="Standaardalinea-lettertype"/>
    <w:link w:val="Kop2"/>
    <w:uiPriority w:val="9"/>
    <w:rsid w:val="002B2C07"/>
    <w:rPr>
      <w:rFonts w:eastAsiaTheme="majorEastAsia"/>
      <w:color w:val="F52654" w:themeColor="accent2"/>
      <w:sz w:val="26"/>
      <w:szCs w:val="26"/>
    </w:rPr>
  </w:style>
  <w:style w:type="numbering" w:customStyle="1" w:styleId="Huidigelijst1">
    <w:name w:val="Huidige lijst1"/>
    <w:uiPriority w:val="99"/>
    <w:rsid w:val="00A839EC"/>
    <w:pPr>
      <w:numPr>
        <w:numId w:val="3"/>
      </w:numPr>
    </w:pPr>
  </w:style>
  <w:style w:type="numbering" w:customStyle="1" w:styleId="Huidigelijst2">
    <w:name w:val="Huidige lijst2"/>
    <w:uiPriority w:val="99"/>
    <w:rsid w:val="00A839EC"/>
    <w:pPr>
      <w:numPr>
        <w:numId w:val="4"/>
      </w:numPr>
    </w:pPr>
  </w:style>
  <w:style w:type="character" w:customStyle="1" w:styleId="Kop3Char">
    <w:name w:val="Kop 3 Char"/>
    <w:basedOn w:val="Standaardalinea-lettertype"/>
    <w:link w:val="Kop3"/>
    <w:uiPriority w:val="9"/>
    <w:rsid w:val="000D66C5"/>
    <w:rPr>
      <w:rFonts w:ascii="Arial" w:eastAsiaTheme="majorEastAsia" w:hAnsi="Arial" w:cs="Arial"/>
      <w:b/>
      <w:bCs/>
      <w:color w:val="000000" w:themeColor="text2"/>
      <w:sz w:val="24"/>
      <w:szCs w:val="24"/>
    </w:rPr>
  </w:style>
  <w:style w:type="character" w:customStyle="1" w:styleId="Kop4Char">
    <w:name w:val="Kop 4 Char"/>
    <w:basedOn w:val="Standaardalinea-lettertype"/>
    <w:link w:val="Kop4"/>
    <w:uiPriority w:val="9"/>
    <w:rsid w:val="006964EB"/>
    <w:rPr>
      <w:rFonts w:eastAsiaTheme="majorEastAsia"/>
      <w:color w:val="000000" w:themeColor="text2"/>
      <w:sz w:val="24"/>
      <w:szCs w:val="24"/>
      <w:u w:val="single"/>
    </w:rPr>
  </w:style>
  <w:style w:type="paragraph" w:styleId="Ondertitel">
    <w:name w:val="Subtitle"/>
    <w:basedOn w:val="Standaard"/>
    <w:next w:val="Standaard"/>
    <w:link w:val="OndertitelChar"/>
    <w:uiPriority w:val="12"/>
    <w:rsid w:val="00F353D3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</w:rPr>
  </w:style>
  <w:style w:type="character" w:customStyle="1" w:styleId="OndertitelChar">
    <w:name w:val="Ondertitel Char"/>
    <w:basedOn w:val="Standaardalinea-lettertype"/>
    <w:link w:val="Ondertitel"/>
    <w:uiPriority w:val="12"/>
    <w:rsid w:val="00DC6865"/>
    <w:rPr>
      <w:rFonts w:eastAsiaTheme="minorEastAsia" w:cstheme="minorBidi"/>
      <w:color w:val="5A5A5A" w:themeColor="text1" w:themeTint="A5"/>
      <w:spacing w:val="15"/>
    </w:rPr>
  </w:style>
  <w:style w:type="character" w:styleId="Paginanummer">
    <w:name w:val="page number"/>
    <w:basedOn w:val="Standaardalinea-lettertype"/>
    <w:uiPriority w:val="99"/>
    <w:semiHidden/>
    <w:unhideWhenUsed/>
    <w:rsid w:val="00A25A1C"/>
  </w:style>
  <w:style w:type="paragraph" w:customStyle="1" w:styleId="koppen">
    <w:name w:val="== koppen ================"/>
    <w:basedOn w:val="Standaard"/>
    <w:uiPriority w:val="9"/>
    <w:rsid w:val="00156141"/>
    <w:pPr>
      <w:overflowPunct/>
      <w:autoSpaceDE/>
      <w:autoSpaceDN/>
      <w:adjustRightInd/>
      <w:spacing w:before="160" w:line="262" w:lineRule="auto"/>
      <w:textAlignment w:val="auto"/>
    </w:pPr>
    <w:rPr>
      <w:rFonts w:asciiTheme="minorHAnsi" w:hAnsiTheme="minorHAnsi" w:cstheme="minorBidi"/>
      <w:spacing w:val="1"/>
      <w:kern w:val="0"/>
      <w:sz w:val="20"/>
      <w14:ligatures w14:val="none"/>
    </w:rPr>
  </w:style>
  <w:style w:type="paragraph" w:customStyle="1" w:styleId="Standaardzonderwit">
    <w:name w:val="Standaard zonder wit"/>
    <w:basedOn w:val="Standaard"/>
    <w:qFormat/>
    <w:rsid w:val="004431ED"/>
    <w:pPr>
      <w:spacing w:before="0" w:after="0" w:line="240" w:lineRule="auto"/>
    </w:pPr>
  </w:style>
  <w:style w:type="paragraph" w:customStyle="1" w:styleId="nadruk">
    <w:name w:val="== nadruk ================"/>
    <w:basedOn w:val="Standaard"/>
    <w:uiPriority w:val="11"/>
    <w:rsid w:val="00156141"/>
    <w:pPr>
      <w:overflowPunct/>
      <w:autoSpaceDE/>
      <w:autoSpaceDN/>
      <w:adjustRightInd/>
      <w:spacing w:before="160" w:line="262" w:lineRule="auto"/>
      <w:textAlignment w:val="auto"/>
    </w:pPr>
    <w:rPr>
      <w:rFonts w:asciiTheme="minorHAnsi" w:hAnsiTheme="minorHAnsi" w:cstheme="minorBidi"/>
      <w:spacing w:val="1"/>
      <w:kern w:val="0"/>
      <w:sz w:val="20"/>
      <w14:ligatures w14:val="none"/>
    </w:rPr>
  </w:style>
  <w:style w:type="paragraph" w:customStyle="1" w:styleId="onderliggendestijlen">
    <w:name w:val="== onderliggende stijlen ======="/>
    <w:basedOn w:val="Standaard"/>
    <w:uiPriority w:val="19"/>
    <w:rsid w:val="00156141"/>
    <w:pPr>
      <w:overflowPunct/>
      <w:autoSpaceDE/>
      <w:autoSpaceDN/>
      <w:adjustRightInd/>
      <w:spacing w:before="160" w:line="262" w:lineRule="auto"/>
      <w:textAlignment w:val="auto"/>
    </w:pPr>
    <w:rPr>
      <w:rFonts w:asciiTheme="minorHAnsi" w:hAnsiTheme="minorHAnsi" w:cstheme="minorBidi"/>
      <w:spacing w:val="1"/>
      <w:kern w:val="0"/>
      <w:sz w:val="20"/>
      <w14:ligatures w14:val="none"/>
    </w:rPr>
  </w:style>
  <w:style w:type="character" w:styleId="Nadruk0">
    <w:name w:val="Emphasis"/>
    <w:basedOn w:val="Standaardalinea-lettertype"/>
    <w:uiPriority w:val="18"/>
    <w:rsid w:val="00156141"/>
    <w:rPr>
      <w:i/>
      <w:iCs/>
    </w:rPr>
  </w:style>
  <w:style w:type="character" w:customStyle="1" w:styleId="CitaatChar">
    <w:name w:val="Citaat Char"/>
    <w:basedOn w:val="Standaardalinea-lettertype"/>
    <w:link w:val="Citaat"/>
    <w:uiPriority w:val="29"/>
    <w:rsid w:val="00DC6865"/>
    <w:rPr>
      <w:i/>
      <w:iCs/>
      <w:color w:val="404040" w:themeColor="text1" w:themeTint="BF"/>
    </w:rPr>
  </w:style>
  <w:style w:type="paragraph" w:styleId="Duidelijkcitaat">
    <w:name w:val="Intense Quote"/>
    <w:basedOn w:val="Standaard"/>
    <w:next w:val="Standaard"/>
    <w:link w:val="DuidelijkcitaatChar"/>
    <w:uiPriority w:val="30"/>
    <w:rsid w:val="00DC6865"/>
    <w:pPr>
      <w:pBdr>
        <w:top w:val="single" w:sz="4" w:space="10" w:color="5019BE" w:themeColor="accent1"/>
        <w:bottom w:val="single" w:sz="4" w:space="10" w:color="5019BE" w:themeColor="accent1"/>
      </w:pBdr>
      <w:spacing w:before="360" w:after="360"/>
      <w:ind w:left="864" w:right="864"/>
      <w:jc w:val="center"/>
    </w:pPr>
    <w:rPr>
      <w:i/>
      <w:iCs/>
      <w:color w:val="5019BE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DC6865"/>
    <w:rPr>
      <w:i/>
      <w:iCs/>
      <w:color w:val="5019BE" w:themeColor="accent1"/>
    </w:rPr>
  </w:style>
  <w:style w:type="paragraph" w:customStyle="1" w:styleId="Inhoud">
    <w:name w:val="Inhoud"/>
    <w:basedOn w:val="Standaard"/>
    <w:link w:val="InhoudChar"/>
    <w:qFormat/>
    <w:rsid w:val="00C61FE0"/>
    <w:pPr>
      <w:overflowPunct/>
      <w:autoSpaceDE/>
      <w:autoSpaceDN/>
      <w:adjustRightInd/>
      <w:spacing w:before="0" w:after="200" w:line="276" w:lineRule="auto"/>
      <w:textAlignment w:val="auto"/>
    </w:pPr>
    <w:rPr>
      <w:rFonts w:eastAsia="Calibri" w:cs="Times New Roman"/>
      <w:kern w:val="0"/>
      <w14:ligatures w14:val="none"/>
    </w:rPr>
  </w:style>
  <w:style w:type="character" w:customStyle="1" w:styleId="InhoudChar">
    <w:name w:val="Inhoud Char"/>
    <w:basedOn w:val="Standaardalinea-lettertype"/>
    <w:link w:val="Inhoud"/>
    <w:rsid w:val="00C61FE0"/>
    <w:rPr>
      <w:rFonts w:eastAsia="Calibri" w:cs="Times New Roman"/>
      <w:kern w:val="0"/>
      <w14:ligatures w14:val="none"/>
    </w:rPr>
  </w:style>
  <w:style w:type="paragraph" w:customStyle="1" w:styleId="tabelinhoud">
    <w:name w:val="tabelinhoud"/>
    <w:basedOn w:val="Standaard"/>
    <w:rsid w:val="00A02675"/>
    <w:pPr>
      <w:overflowPunct/>
      <w:autoSpaceDE/>
      <w:autoSpaceDN/>
      <w:adjustRightInd/>
      <w:spacing w:before="0" w:after="200" w:line="240" w:lineRule="auto"/>
      <w:contextualSpacing/>
      <w:jc w:val="both"/>
      <w:textAlignment w:val="auto"/>
    </w:pPr>
    <w:rPr>
      <w:rFonts w:eastAsia="Calibri" w:cs="Times New Roman"/>
      <w:kern w:val="0"/>
      <w:lang w:eastAsia="nl-BE"/>
      <w14:ligatures w14:val="none"/>
    </w:rPr>
  </w:style>
  <w:style w:type="character" w:styleId="Voetnootmarkering">
    <w:name w:val="footnote reference"/>
    <w:semiHidden/>
    <w:rsid w:val="00A02675"/>
    <w:rPr>
      <w:vertAlign w:val="superscript"/>
    </w:rPr>
  </w:style>
  <w:style w:type="paragraph" w:styleId="Voetnoottekst">
    <w:name w:val="footnote text"/>
    <w:basedOn w:val="Standaard"/>
    <w:link w:val="VoetnoottekstChar"/>
    <w:uiPriority w:val="99"/>
    <w:unhideWhenUsed/>
    <w:rsid w:val="00A02675"/>
    <w:pPr>
      <w:overflowPunct/>
      <w:autoSpaceDE/>
      <w:autoSpaceDN/>
      <w:adjustRightInd/>
      <w:spacing w:before="0" w:after="0" w:line="240" w:lineRule="auto"/>
      <w:jc w:val="both"/>
      <w:textAlignment w:val="auto"/>
    </w:pPr>
    <w:rPr>
      <w:rFonts w:eastAsia="Calibri" w:cs="Times New Roman"/>
      <w:kern w:val="0"/>
      <w:sz w:val="18"/>
      <w:szCs w:val="20"/>
      <w:lang w:eastAsia="nl-BE"/>
      <w14:ligatures w14:val="none"/>
    </w:rPr>
  </w:style>
  <w:style w:type="character" w:customStyle="1" w:styleId="VoetnoottekstChar">
    <w:name w:val="Voetnoottekst Char"/>
    <w:basedOn w:val="Standaardalinea-lettertype"/>
    <w:link w:val="Voetnoottekst"/>
    <w:uiPriority w:val="99"/>
    <w:rsid w:val="00A02675"/>
    <w:rPr>
      <w:rFonts w:eastAsia="Calibri" w:cs="Times New Roman"/>
      <w:kern w:val="0"/>
      <w:sz w:val="18"/>
      <w:szCs w:val="20"/>
      <w:lang w:eastAsia="nl-BE"/>
      <w14:ligatures w14:val="none"/>
    </w:rPr>
  </w:style>
  <w:style w:type="paragraph" w:styleId="Lijstalinea">
    <w:name w:val="List Paragraph"/>
    <w:basedOn w:val="Standaard"/>
    <w:uiPriority w:val="34"/>
    <w:qFormat/>
    <w:rsid w:val="00A02675"/>
    <w:pPr>
      <w:numPr>
        <w:numId w:val="8"/>
      </w:numPr>
      <w:overflowPunct/>
      <w:autoSpaceDE/>
      <w:autoSpaceDN/>
      <w:adjustRightInd/>
      <w:spacing w:before="0" w:after="200" w:line="276" w:lineRule="auto"/>
      <w:ind w:left="1068"/>
      <w:contextualSpacing/>
      <w:textAlignment w:val="auto"/>
    </w:pPr>
    <w:rPr>
      <w:rFonts w:eastAsia="Calibri" w:cs="Times New Roman"/>
      <w:kern w:val="0"/>
      <w14:ligatures w14:val="none"/>
    </w:rPr>
  </w:style>
  <w:style w:type="paragraph" w:customStyle="1" w:styleId="Stijl1">
    <w:name w:val="Stijl1"/>
    <w:basedOn w:val="Standaard"/>
    <w:link w:val="Stijl1Char"/>
    <w:autoRedefine/>
    <w:qFormat/>
    <w:rsid w:val="00A02675"/>
    <w:pPr>
      <w:numPr>
        <w:numId w:val="10"/>
      </w:numPr>
      <w:tabs>
        <w:tab w:val="left" w:pos="4536"/>
      </w:tabs>
      <w:overflowPunct/>
      <w:autoSpaceDE/>
      <w:autoSpaceDN/>
      <w:adjustRightInd/>
      <w:spacing w:before="240" w:line="276" w:lineRule="auto"/>
      <w:ind w:right="34"/>
      <w:textAlignment w:val="auto"/>
    </w:pPr>
    <w:rPr>
      <w:rFonts w:eastAsia="Calibri"/>
      <w:b/>
      <w:i/>
      <w:color w:val="007AC2"/>
      <w:kern w:val="0"/>
      <w:szCs w:val="28"/>
      <w14:ligatures w14:val="none"/>
    </w:rPr>
  </w:style>
  <w:style w:type="character" w:customStyle="1" w:styleId="Stijl1Char">
    <w:name w:val="Stijl1 Char"/>
    <w:basedOn w:val="Standaardalinea-lettertype"/>
    <w:link w:val="Stijl1"/>
    <w:rsid w:val="00A02675"/>
    <w:rPr>
      <w:rFonts w:eastAsia="Calibri"/>
      <w:b/>
      <w:i/>
      <w:color w:val="007AC2"/>
      <w:kern w:val="0"/>
      <w:szCs w:val="2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svg"/><Relationship Id="rId1" Type="http://schemas.openxmlformats.org/officeDocument/2006/relationships/image" Target="media/image4.png"/><Relationship Id="rId5" Type="http://schemas.openxmlformats.org/officeDocument/2006/relationships/image" Target="media/image8.png"/><Relationship Id="rId4" Type="http://schemas.openxmlformats.org/officeDocument/2006/relationships/image" Target="media/image7.sv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Sogent\Beheer\Communicatie\7.%20Huisstijl\Office%20sjablonen\Sogent_SJ_Normal.dotx" TargetMode="External"/></Relationships>
</file>

<file path=word/theme/theme1.xml><?xml version="1.0" encoding="utf-8"?>
<a:theme xmlns:a="http://schemas.openxmlformats.org/drawingml/2006/main" name="Sogent">
  <a:themeElements>
    <a:clrScheme name="Sogent - Roze">
      <a:dk1>
        <a:srgbClr val="000000"/>
      </a:dk1>
      <a:lt1>
        <a:srgbClr val="FFFFFF"/>
      </a:lt1>
      <a:dk2>
        <a:srgbClr val="000000"/>
      </a:dk2>
      <a:lt2>
        <a:srgbClr val="FAD2DB"/>
      </a:lt2>
      <a:accent1>
        <a:srgbClr val="5019BE"/>
      </a:accent1>
      <a:accent2>
        <a:srgbClr val="F52654"/>
      </a:accent2>
      <a:accent3>
        <a:srgbClr val="FFD140"/>
      </a:accent3>
      <a:accent4>
        <a:srgbClr val="D2C8F0"/>
      </a:accent4>
      <a:accent5>
        <a:srgbClr val="FFFFFF"/>
      </a:accent5>
      <a:accent6>
        <a:srgbClr val="FFD29B"/>
      </a:accent6>
      <a:hlink>
        <a:srgbClr val="5019BD"/>
      </a:hlink>
      <a:folHlink>
        <a:srgbClr val="5019BD"/>
      </a:folHlink>
    </a:clrScheme>
    <a:fontScheme name="Custom 15">
      <a:majorFont>
        <a:latin typeface="Lexend Deca SemiBold"/>
        <a:ea typeface=""/>
        <a:cs typeface=""/>
      </a:majorFont>
      <a:minorFont>
        <a:latin typeface="Lexend Deca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>
        <a:defPPr algn="ctr">
          <a:defRPr b="1" i="0" dirty="0" smtClean="0">
            <a:latin typeface="Lexend Deca SemiBold" pitchFamily="2" charset="77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Sogent" id="{F35DC216-22D1-A54A-9A20-9C7C9CB4640F}" vid="{AA835B65-9EE4-1241-8F4D-391A82F13FEC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AA94C49-DC74-204B-A221-398F95344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Sogent_SJ_Normal</Template>
  <TotalTime>0</TotalTime>
  <Pages>1</Pages>
  <Words>136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885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Bollein Wim</dc:creator>
  <cp:keywords/>
  <dc:description/>
  <cp:lastModifiedBy>Bollein Wim</cp:lastModifiedBy>
  <cp:revision>3</cp:revision>
  <cp:lastPrinted>2023-05-17T09:52:00Z</cp:lastPrinted>
  <dcterms:created xsi:type="dcterms:W3CDTF">2024-09-11T12:06:00Z</dcterms:created>
  <dcterms:modified xsi:type="dcterms:W3CDTF">2024-09-11T12:07:00Z</dcterms:modified>
  <cp:category/>
</cp:coreProperties>
</file>